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4C6" w:rsidRDefault="002E04C6" w:rsidP="00B1055C">
      <w:pPr>
        <w:widowControl/>
        <w:rPr>
          <w:sz w:val="28"/>
          <w:szCs w:val="28"/>
        </w:rPr>
      </w:pPr>
      <w:bookmarkStart w:id="0" w:name="_GoBack"/>
      <w:bookmarkEnd w:id="0"/>
    </w:p>
    <w:p w:rsidR="002E04C6" w:rsidRDefault="002E04C6" w:rsidP="00B1055C">
      <w:pPr>
        <w:widowControl/>
        <w:rPr>
          <w:sz w:val="28"/>
          <w:szCs w:val="28"/>
        </w:rPr>
      </w:pPr>
    </w:p>
    <w:p w:rsidR="00D27F8E" w:rsidRPr="00D27F8E" w:rsidRDefault="00D27F8E" w:rsidP="00D27F8E">
      <w:pPr>
        <w:rPr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2776855</wp:posOffset>
            </wp:positionH>
            <wp:positionV relativeFrom="paragraph">
              <wp:posOffset>7620</wp:posOffset>
            </wp:positionV>
            <wp:extent cx="712470" cy="784860"/>
            <wp:effectExtent l="19050" t="0" r="0" b="0"/>
            <wp:wrapTight wrapText="bothSides">
              <wp:wrapPolygon edited="0">
                <wp:start x="-578" y="0"/>
                <wp:lineTo x="-578" y="19398"/>
                <wp:lineTo x="3465" y="20971"/>
                <wp:lineTo x="9241" y="20971"/>
                <wp:lineTo x="12128" y="20971"/>
                <wp:lineTo x="17326" y="20971"/>
                <wp:lineTo x="21369" y="18874"/>
                <wp:lineTo x="21369" y="0"/>
                <wp:lineTo x="-578" y="0"/>
              </wp:wrapPolygon>
            </wp:wrapTight>
            <wp:docPr id="2" name="Рисунок 2" descr="http://www.heraldik.ru/reg58/58gorodiche_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eraldik.ru/reg58/58gorodiche_g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784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27F8E" w:rsidRPr="00936673" w:rsidRDefault="00D27F8E" w:rsidP="00D27F8E">
      <w:pPr>
        <w:jc w:val="center"/>
        <w:rPr>
          <w:sz w:val="24"/>
          <w:szCs w:val="24"/>
        </w:rPr>
      </w:pPr>
    </w:p>
    <w:p w:rsidR="00D27F8E" w:rsidRDefault="00D27F8E" w:rsidP="00D27F8E">
      <w:pPr>
        <w:widowControl/>
        <w:spacing w:line="192" w:lineRule="auto"/>
        <w:jc w:val="both"/>
        <w:rPr>
          <w:sz w:val="30"/>
        </w:rPr>
      </w:pPr>
    </w:p>
    <w:tbl>
      <w:tblPr>
        <w:tblpPr w:leftFromText="180" w:rightFromText="180" w:vertAnchor="text" w:horzAnchor="margin" w:tblpX="-567" w:tblpY="132"/>
        <w:tblW w:w="10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67"/>
      </w:tblGrid>
      <w:tr w:rsidR="00D27F8E" w:rsidTr="00532ACA">
        <w:trPr>
          <w:trHeight w:hRule="exact" w:val="407"/>
        </w:trPr>
        <w:tc>
          <w:tcPr>
            <w:tcW w:w="10567" w:type="dxa"/>
          </w:tcPr>
          <w:p w:rsidR="00D27F8E" w:rsidRDefault="00D27F8E" w:rsidP="00532ACA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:rsidR="00D27F8E" w:rsidRDefault="00D27F8E" w:rsidP="00532ACA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:rsidR="00D27F8E" w:rsidRPr="00F055B6" w:rsidRDefault="00D27F8E" w:rsidP="00532ACA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</w:tr>
      <w:tr w:rsidR="00D27F8E" w:rsidTr="00532ACA">
        <w:trPr>
          <w:trHeight w:val="430"/>
        </w:trPr>
        <w:tc>
          <w:tcPr>
            <w:tcW w:w="10567" w:type="dxa"/>
          </w:tcPr>
          <w:p w:rsidR="00D27F8E" w:rsidRDefault="00D27F8E" w:rsidP="00532ACA">
            <w:pPr>
              <w:pStyle w:val="3"/>
              <w:rPr>
                <w:sz w:val="36"/>
                <w:szCs w:val="36"/>
              </w:rPr>
            </w:pPr>
          </w:p>
          <w:p w:rsidR="00D27F8E" w:rsidRPr="007A0547" w:rsidRDefault="00D27F8E" w:rsidP="00532ACA">
            <w:pPr>
              <w:pStyle w:val="3"/>
              <w:rPr>
                <w:sz w:val="36"/>
                <w:szCs w:val="36"/>
              </w:rPr>
            </w:pPr>
            <w:r w:rsidRPr="007A0547">
              <w:rPr>
                <w:sz w:val="36"/>
                <w:szCs w:val="36"/>
              </w:rPr>
              <w:t xml:space="preserve">АДМИНИСТРАЦИЯ </w:t>
            </w:r>
            <w:r>
              <w:rPr>
                <w:sz w:val="36"/>
                <w:szCs w:val="36"/>
              </w:rPr>
              <w:t>ГОРОДА ГОРОДИЩЕ</w:t>
            </w:r>
          </w:p>
        </w:tc>
      </w:tr>
      <w:tr w:rsidR="00D27F8E" w:rsidTr="00532ACA">
        <w:trPr>
          <w:trHeight w:hRule="exact" w:val="407"/>
        </w:trPr>
        <w:tc>
          <w:tcPr>
            <w:tcW w:w="10567" w:type="dxa"/>
            <w:vAlign w:val="center"/>
          </w:tcPr>
          <w:p w:rsidR="00D27F8E" w:rsidRPr="007A0547" w:rsidRDefault="00D27F8E" w:rsidP="00532ACA">
            <w:pPr>
              <w:pStyle w:val="3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ГОРОДИЩЕНСКОГО РАЙОНА ПЕНЗЕНСКОЙ ОБЛАСТИ</w:t>
            </w:r>
          </w:p>
        </w:tc>
      </w:tr>
    </w:tbl>
    <w:p w:rsidR="00B1055C" w:rsidRPr="0047500D" w:rsidRDefault="00B1055C" w:rsidP="00B1055C">
      <w:pPr>
        <w:widowControl/>
        <w:rPr>
          <w:sz w:val="28"/>
          <w:szCs w:val="28"/>
        </w:rPr>
      </w:pPr>
    </w:p>
    <w:p w:rsidR="00E16528" w:rsidRDefault="00E16528" w:rsidP="00E16528">
      <w:pPr>
        <w:widowControl/>
        <w:snapToGrid w:val="0"/>
        <w:jc w:val="center"/>
        <w:rPr>
          <w:b/>
          <w:bCs/>
          <w:sz w:val="28"/>
          <w:szCs w:val="28"/>
        </w:rPr>
      </w:pPr>
    </w:p>
    <w:p w:rsidR="00E16528" w:rsidRPr="0074589D" w:rsidRDefault="00D27F8E" w:rsidP="00D27F8E">
      <w:pPr>
        <w:pStyle w:val="3"/>
        <w:tabs>
          <w:tab w:val="left" w:pos="0"/>
        </w:tabs>
        <w:snapToGrid w:val="0"/>
        <w:jc w:val="left"/>
        <w:rPr>
          <w:sz w:val="20"/>
        </w:rPr>
      </w:pPr>
      <w:r w:rsidRPr="0074589D">
        <w:rPr>
          <w:bCs/>
          <w:sz w:val="20"/>
        </w:rPr>
        <w:t xml:space="preserve">                                                </w:t>
      </w:r>
      <w:r w:rsidR="00E16528" w:rsidRPr="0074589D">
        <w:rPr>
          <w:sz w:val="20"/>
        </w:rPr>
        <w:t>ПОСТАНОВЛЕНИЕ</w:t>
      </w:r>
    </w:p>
    <w:p w:rsidR="002E04C6" w:rsidRPr="0074589D" w:rsidRDefault="002E04C6" w:rsidP="002E04C6"/>
    <w:p w:rsidR="00E16528" w:rsidRPr="0074589D" w:rsidRDefault="00E16528" w:rsidP="00E16528">
      <w:pPr>
        <w:widowControl/>
      </w:pPr>
    </w:p>
    <w:p w:rsidR="00B876EF" w:rsidRPr="0074589D" w:rsidRDefault="005657DF" w:rsidP="00B457BC">
      <w:pPr>
        <w:widowControl/>
        <w:snapToGrid w:val="0"/>
        <w:jc w:val="center"/>
      </w:pPr>
      <w:r w:rsidRPr="0074589D">
        <w:t>о</w:t>
      </w:r>
      <w:r w:rsidR="0062279A" w:rsidRPr="0074589D">
        <w:t>т</w:t>
      </w:r>
      <w:r w:rsidRPr="0074589D">
        <w:t xml:space="preserve"> </w:t>
      </w:r>
      <w:r w:rsidR="00B876EF" w:rsidRPr="0074589D">
        <w:t xml:space="preserve">   </w:t>
      </w:r>
      <w:r w:rsidR="00B876EF" w:rsidRPr="0074589D">
        <w:rPr>
          <w:u w:val="single"/>
        </w:rPr>
        <w:t>28.12.2017</w:t>
      </w:r>
      <w:r w:rsidR="00B876EF" w:rsidRPr="0074589D">
        <w:t xml:space="preserve"> </w:t>
      </w:r>
      <w:r w:rsidR="0062279A" w:rsidRPr="0074589D">
        <w:t xml:space="preserve"> №</w:t>
      </w:r>
      <w:r w:rsidR="00B876EF" w:rsidRPr="0074589D">
        <w:t xml:space="preserve"> </w:t>
      </w:r>
      <w:r w:rsidR="0022702B" w:rsidRPr="0074589D">
        <w:rPr>
          <w:u w:val="single"/>
        </w:rPr>
        <w:t>452</w:t>
      </w:r>
    </w:p>
    <w:p w:rsidR="00E16528" w:rsidRPr="0074589D" w:rsidRDefault="00E16528" w:rsidP="00B457BC">
      <w:pPr>
        <w:widowControl/>
        <w:snapToGrid w:val="0"/>
        <w:jc w:val="center"/>
      </w:pPr>
      <w:r w:rsidRPr="0074589D">
        <w:t>г.</w:t>
      </w:r>
      <w:r w:rsidR="00A61964" w:rsidRPr="0074589D">
        <w:t xml:space="preserve"> </w:t>
      </w:r>
      <w:r w:rsidRPr="0074589D">
        <w:t>Городище</w:t>
      </w:r>
    </w:p>
    <w:p w:rsidR="004F1F16" w:rsidRPr="0074589D" w:rsidRDefault="004F1F16" w:rsidP="00E16528">
      <w:pPr>
        <w:widowControl/>
        <w:jc w:val="center"/>
      </w:pPr>
    </w:p>
    <w:p w:rsidR="00304004" w:rsidRPr="0074589D" w:rsidRDefault="00CE67CB" w:rsidP="00304004">
      <w:pPr>
        <w:widowControl/>
        <w:jc w:val="center"/>
        <w:rPr>
          <w:b/>
        </w:rPr>
      </w:pPr>
      <w:r w:rsidRPr="0074589D">
        <w:rPr>
          <w:b/>
        </w:rPr>
        <w:t xml:space="preserve">О признании утратившими силу отдельных </w:t>
      </w:r>
      <w:r w:rsidR="00664589" w:rsidRPr="0074589D">
        <w:rPr>
          <w:b/>
        </w:rPr>
        <w:t>постановлений</w:t>
      </w:r>
      <w:r w:rsidRPr="0074589D">
        <w:rPr>
          <w:b/>
        </w:rPr>
        <w:t xml:space="preserve"> администрации </w:t>
      </w:r>
      <w:r w:rsidR="00D1327E" w:rsidRPr="0074589D">
        <w:rPr>
          <w:b/>
        </w:rPr>
        <w:t xml:space="preserve"> города Городище Городищенского района </w:t>
      </w:r>
      <w:r w:rsidRPr="0074589D">
        <w:rPr>
          <w:b/>
        </w:rPr>
        <w:t xml:space="preserve"> Пензенской области </w:t>
      </w:r>
    </w:p>
    <w:p w:rsidR="00304004" w:rsidRPr="0074589D" w:rsidRDefault="00304004" w:rsidP="00304004">
      <w:pPr>
        <w:widowControl/>
        <w:jc w:val="center"/>
      </w:pPr>
    </w:p>
    <w:p w:rsidR="00304004" w:rsidRPr="0074589D" w:rsidRDefault="00304004" w:rsidP="00304004">
      <w:pPr>
        <w:autoSpaceDE w:val="0"/>
        <w:autoSpaceDN w:val="0"/>
        <w:adjustRightInd w:val="0"/>
        <w:ind w:firstLine="540"/>
        <w:jc w:val="both"/>
      </w:pPr>
      <w:r w:rsidRPr="0074589D">
        <w:t xml:space="preserve">Руководствуясь статьей </w:t>
      </w:r>
      <w:r w:rsidR="002B731F" w:rsidRPr="0074589D">
        <w:t xml:space="preserve">69.2 Бюджетного кодекса Российской Федерации, статьей </w:t>
      </w:r>
      <w:r w:rsidR="00D1327E" w:rsidRPr="0074589D">
        <w:t>21</w:t>
      </w:r>
      <w:r w:rsidRPr="0074589D">
        <w:t xml:space="preserve"> Устава </w:t>
      </w:r>
      <w:r w:rsidR="00D1327E" w:rsidRPr="0074589D">
        <w:t xml:space="preserve"> города Городище Городищенского района </w:t>
      </w:r>
      <w:r w:rsidRPr="0074589D">
        <w:t xml:space="preserve"> Пензенской области (с последующими изменениями),</w:t>
      </w:r>
    </w:p>
    <w:p w:rsidR="00304004" w:rsidRPr="0074589D" w:rsidRDefault="00304004" w:rsidP="00304004">
      <w:pPr>
        <w:autoSpaceDE w:val="0"/>
        <w:autoSpaceDN w:val="0"/>
        <w:adjustRightInd w:val="0"/>
        <w:ind w:firstLine="540"/>
        <w:jc w:val="both"/>
      </w:pPr>
    </w:p>
    <w:p w:rsidR="00304004" w:rsidRPr="0074589D" w:rsidRDefault="00304004" w:rsidP="00304004">
      <w:pPr>
        <w:autoSpaceDE w:val="0"/>
        <w:autoSpaceDN w:val="0"/>
        <w:adjustRightInd w:val="0"/>
        <w:spacing w:line="221" w:lineRule="auto"/>
        <w:ind w:firstLine="709"/>
        <w:jc w:val="center"/>
        <w:rPr>
          <w:b/>
          <w:bCs/>
          <w:spacing w:val="20"/>
        </w:rPr>
      </w:pPr>
      <w:r w:rsidRPr="0074589D">
        <w:rPr>
          <w:b/>
        </w:rPr>
        <w:t>администрация</w:t>
      </w:r>
      <w:r w:rsidRPr="0074589D">
        <w:t xml:space="preserve">   </w:t>
      </w:r>
      <w:r w:rsidRPr="0074589D">
        <w:rPr>
          <w:b/>
          <w:bCs/>
          <w:spacing w:val="20"/>
        </w:rPr>
        <w:t>п о с т а н о в л я е т:</w:t>
      </w:r>
    </w:p>
    <w:p w:rsidR="00304004" w:rsidRPr="0074589D" w:rsidRDefault="00304004" w:rsidP="00304004">
      <w:pPr>
        <w:autoSpaceDE w:val="0"/>
        <w:autoSpaceDN w:val="0"/>
        <w:adjustRightInd w:val="0"/>
        <w:ind w:firstLine="540"/>
        <w:jc w:val="both"/>
      </w:pPr>
    </w:p>
    <w:p w:rsidR="00CE67CB" w:rsidRPr="0074589D" w:rsidRDefault="00664589" w:rsidP="00664589">
      <w:pPr>
        <w:widowControl/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bCs/>
        </w:rPr>
      </w:pPr>
      <w:r w:rsidRPr="0074589D">
        <w:rPr>
          <w:bCs/>
        </w:rPr>
        <w:t xml:space="preserve">Признать утратившими силу следующие постановления администрации </w:t>
      </w:r>
      <w:r w:rsidR="00D1327E" w:rsidRPr="0074589D">
        <w:rPr>
          <w:bCs/>
        </w:rPr>
        <w:t xml:space="preserve"> города Городище Городищенского района </w:t>
      </w:r>
      <w:r w:rsidRPr="0074589D">
        <w:rPr>
          <w:bCs/>
        </w:rPr>
        <w:t xml:space="preserve"> Пензенской области:</w:t>
      </w:r>
    </w:p>
    <w:p w:rsidR="00C73E5E" w:rsidRPr="0074589D" w:rsidRDefault="00C73E5E" w:rsidP="002E04C6">
      <w:pPr>
        <w:widowControl/>
        <w:autoSpaceDE w:val="0"/>
        <w:autoSpaceDN w:val="0"/>
        <w:adjustRightInd w:val="0"/>
        <w:ind w:firstLine="567"/>
        <w:jc w:val="both"/>
        <w:rPr>
          <w:bCs/>
          <w:color w:val="000000"/>
        </w:rPr>
      </w:pPr>
    </w:p>
    <w:p w:rsidR="002E04C6" w:rsidRPr="0074589D" w:rsidRDefault="002E04C6" w:rsidP="002E04C6">
      <w:pPr>
        <w:widowControl/>
        <w:autoSpaceDE w:val="0"/>
        <w:autoSpaceDN w:val="0"/>
        <w:adjustRightInd w:val="0"/>
        <w:ind w:firstLine="567"/>
        <w:jc w:val="both"/>
        <w:rPr>
          <w:bCs/>
          <w:color w:val="000000"/>
        </w:rPr>
      </w:pPr>
      <w:r w:rsidRPr="0074589D">
        <w:rPr>
          <w:bCs/>
          <w:color w:val="000000"/>
        </w:rPr>
        <w:t xml:space="preserve">1.1. от </w:t>
      </w:r>
      <w:r w:rsidR="00B876EF" w:rsidRPr="0074589D">
        <w:rPr>
          <w:bCs/>
          <w:color w:val="000000"/>
        </w:rPr>
        <w:t xml:space="preserve"> </w:t>
      </w:r>
      <w:r w:rsidR="00C73E5E" w:rsidRPr="0074589D">
        <w:rPr>
          <w:bCs/>
          <w:color w:val="000000"/>
        </w:rPr>
        <w:t xml:space="preserve">06.10.2015 </w:t>
      </w:r>
      <w:r w:rsidRPr="0074589D">
        <w:rPr>
          <w:bCs/>
          <w:color w:val="000000"/>
        </w:rPr>
        <w:t xml:space="preserve">№ </w:t>
      </w:r>
      <w:r w:rsidR="00C73E5E" w:rsidRPr="0074589D">
        <w:rPr>
          <w:bCs/>
          <w:color w:val="000000"/>
        </w:rPr>
        <w:t>217</w:t>
      </w:r>
      <w:r w:rsidRPr="0074589D">
        <w:rPr>
          <w:bCs/>
          <w:color w:val="000000"/>
        </w:rPr>
        <w:t xml:space="preserve"> «Об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 </w:t>
      </w:r>
      <w:r w:rsidR="00D1327E" w:rsidRPr="0074589D">
        <w:rPr>
          <w:bCs/>
          <w:color w:val="000000"/>
        </w:rPr>
        <w:t xml:space="preserve"> города Городище Городищенского района </w:t>
      </w:r>
      <w:r w:rsidRPr="0074589D">
        <w:rPr>
          <w:bCs/>
          <w:color w:val="000000"/>
        </w:rPr>
        <w:t xml:space="preserve"> Пензенской области»</w:t>
      </w:r>
      <w:r w:rsidR="00B876EF" w:rsidRPr="0074589D">
        <w:rPr>
          <w:bCs/>
          <w:color w:val="000000"/>
        </w:rPr>
        <w:t>.</w:t>
      </w:r>
    </w:p>
    <w:p w:rsidR="00C73E5E" w:rsidRPr="0074589D" w:rsidRDefault="00C73E5E" w:rsidP="00C73E5E">
      <w:pPr>
        <w:widowControl/>
        <w:autoSpaceDE w:val="0"/>
        <w:autoSpaceDN w:val="0"/>
        <w:adjustRightInd w:val="0"/>
        <w:jc w:val="both"/>
        <w:rPr>
          <w:bCs/>
        </w:rPr>
      </w:pPr>
    </w:p>
    <w:p w:rsidR="00664589" w:rsidRPr="0074589D" w:rsidRDefault="00C73E5E" w:rsidP="00C73E5E">
      <w:pPr>
        <w:widowControl/>
        <w:autoSpaceDE w:val="0"/>
        <w:autoSpaceDN w:val="0"/>
        <w:adjustRightInd w:val="0"/>
        <w:jc w:val="both"/>
        <w:rPr>
          <w:bCs/>
        </w:rPr>
      </w:pPr>
      <w:r w:rsidRPr="0074589D">
        <w:rPr>
          <w:bCs/>
        </w:rPr>
        <w:t xml:space="preserve">         </w:t>
      </w:r>
      <w:r w:rsidR="002E04C6" w:rsidRPr="0074589D">
        <w:rPr>
          <w:bCs/>
        </w:rPr>
        <w:t>1.2</w:t>
      </w:r>
      <w:r w:rsidR="00664589" w:rsidRPr="0074589D">
        <w:rPr>
          <w:bCs/>
        </w:rPr>
        <w:t xml:space="preserve">. </w:t>
      </w:r>
      <w:r w:rsidR="002B731F" w:rsidRPr="0074589D">
        <w:rPr>
          <w:bCs/>
          <w:color w:val="000000"/>
        </w:rPr>
        <w:t xml:space="preserve">от </w:t>
      </w:r>
      <w:r w:rsidRPr="0074589D">
        <w:rPr>
          <w:bCs/>
          <w:color w:val="000000"/>
        </w:rPr>
        <w:t>28.03.2016</w:t>
      </w:r>
      <w:r w:rsidR="00664589" w:rsidRPr="0074589D">
        <w:rPr>
          <w:bCs/>
          <w:color w:val="000000"/>
        </w:rPr>
        <w:t xml:space="preserve"> № </w:t>
      </w:r>
      <w:r w:rsidRPr="0074589D">
        <w:rPr>
          <w:bCs/>
          <w:color w:val="000000"/>
        </w:rPr>
        <w:t>82</w:t>
      </w:r>
      <w:r w:rsidR="00664589" w:rsidRPr="0074589D">
        <w:rPr>
          <w:bCs/>
          <w:color w:val="000000"/>
        </w:rPr>
        <w:t xml:space="preserve"> «</w:t>
      </w:r>
      <w:r w:rsidR="002B731F" w:rsidRPr="0074589D">
        <w:rPr>
          <w:bCs/>
          <w:color w:val="000000"/>
        </w:rPr>
        <w:t xml:space="preserve">О внесении изменений в Постановление администрации </w:t>
      </w:r>
      <w:r w:rsidR="00D1327E" w:rsidRPr="0074589D">
        <w:rPr>
          <w:bCs/>
          <w:color w:val="000000"/>
        </w:rPr>
        <w:t xml:space="preserve"> города Городище Городищенского района </w:t>
      </w:r>
      <w:r w:rsidR="002B731F" w:rsidRPr="0074589D">
        <w:rPr>
          <w:bCs/>
          <w:color w:val="000000"/>
        </w:rPr>
        <w:t xml:space="preserve"> Пензенской области от </w:t>
      </w:r>
      <w:r w:rsidRPr="0074589D">
        <w:rPr>
          <w:bCs/>
          <w:color w:val="000000"/>
        </w:rPr>
        <w:t>06.10.2015 №217</w:t>
      </w:r>
      <w:r w:rsidR="002B731F" w:rsidRPr="0074589D">
        <w:rPr>
          <w:bCs/>
          <w:color w:val="000000"/>
        </w:rPr>
        <w:t xml:space="preserve"> «Об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 </w:t>
      </w:r>
      <w:r w:rsidR="00D1327E" w:rsidRPr="0074589D">
        <w:rPr>
          <w:bCs/>
          <w:color w:val="000000"/>
        </w:rPr>
        <w:t xml:space="preserve"> города Городище Городищенского района </w:t>
      </w:r>
      <w:r w:rsidR="002E04C6" w:rsidRPr="0074589D">
        <w:rPr>
          <w:bCs/>
          <w:color w:val="000000"/>
        </w:rPr>
        <w:t xml:space="preserve"> Пензенской области</w:t>
      </w:r>
      <w:r w:rsidR="00664589" w:rsidRPr="0074589D">
        <w:rPr>
          <w:bCs/>
          <w:color w:val="000000"/>
        </w:rPr>
        <w:t>»</w:t>
      </w:r>
      <w:r w:rsidR="00B876EF" w:rsidRPr="0074589D">
        <w:rPr>
          <w:bCs/>
          <w:color w:val="000000"/>
        </w:rPr>
        <w:t>.</w:t>
      </w:r>
    </w:p>
    <w:p w:rsidR="00C73E5E" w:rsidRPr="0074589D" w:rsidRDefault="00C73E5E" w:rsidP="002E04C6">
      <w:pPr>
        <w:widowControl/>
        <w:autoSpaceDE w:val="0"/>
        <w:autoSpaceDN w:val="0"/>
        <w:adjustRightInd w:val="0"/>
        <w:ind w:firstLine="567"/>
        <w:jc w:val="both"/>
        <w:rPr>
          <w:bCs/>
          <w:color w:val="000000"/>
        </w:rPr>
      </w:pPr>
    </w:p>
    <w:p w:rsidR="009C3B29" w:rsidRPr="0074589D" w:rsidRDefault="009C3B29" w:rsidP="002E04C6">
      <w:pPr>
        <w:widowControl/>
        <w:autoSpaceDE w:val="0"/>
        <w:autoSpaceDN w:val="0"/>
        <w:adjustRightInd w:val="0"/>
        <w:ind w:firstLine="567"/>
        <w:jc w:val="both"/>
        <w:rPr>
          <w:bCs/>
          <w:color w:val="000000"/>
        </w:rPr>
      </w:pPr>
      <w:r w:rsidRPr="0074589D">
        <w:rPr>
          <w:bCs/>
          <w:color w:val="000000"/>
        </w:rPr>
        <w:t>2. Настоящее постановление вступает в силу с 1 января 2018 года.</w:t>
      </w:r>
    </w:p>
    <w:p w:rsidR="00C73E5E" w:rsidRPr="0074589D" w:rsidRDefault="00C73E5E" w:rsidP="00304004">
      <w:pPr>
        <w:autoSpaceDE w:val="0"/>
        <w:autoSpaceDN w:val="0"/>
        <w:adjustRightInd w:val="0"/>
        <w:ind w:firstLine="540"/>
        <w:jc w:val="both"/>
      </w:pPr>
    </w:p>
    <w:p w:rsidR="00304004" w:rsidRPr="0074589D" w:rsidRDefault="009C3B29" w:rsidP="00304004">
      <w:pPr>
        <w:autoSpaceDE w:val="0"/>
        <w:autoSpaceDN w:val="0"/>
        <w:adjustRightInd w:val="0"/>
        <w:ind w:firstLine="540"/>
        <w:jc w:val="both"/>
      </w:pPr>
      <w:r w:rsidRPr="0074589D">
        <w:t>3</w:t>
      </w:r>
      <w:r w:rsidR="00304004" w:rsidRPr="0074589D">
        <w:t xml:space="preserve">. Настоящее постановление опубликовать в информационном бюллетене </w:t>
      </w:r>
      <w:r w:rsidR="00D1327E" w:rsidRPr="0074589D">
        <w:t xml:space="preserve"> </w:t>
      </w:r>
      <w:r w:rsidR="00D74E42" w:rsidRPr="0074589D">
        <w:t xml:space="preserve">Собрания представителей </w:t>
      </w:r>
      <w:r w:rsidR="00D1327E" w:rsidRPr="0074589D">
        <w:t xml:space="preserve">города Городище Городищенского района </w:t>
      </w:r>
      <w:r w:rsidR="00304004" w:rsidRPr="0074589D">
        <w:t xml:space="preserve"> Пензенской области «</w:t>
      </w:r>
      <w:r w:rsidR="00C73E5E" w:rsidRPr="0074589D">
        <w:t>Наш город</w:t>
      </w:r>
      <w:r w:rsidR="00304004" w:rsidRPr="0074589D">
        <w:t xml:space="preserve">» и разместить (опубликовать) на официальном сайте администрации </w:t>
      </w:r>
      <w:r w:rsidR="00D1327E" w:rsidRPr="0074589D">
        <w:t xml:space="preserve"> города Городище Городищенского района </w:t>
      </w:r>
      <w:r w:rsidR="00304004" w:rsidRPr="0074589D">
        <w:t xml:space="preserve"> Пензенской области в информационно-телекоммуникационной сети «Интернет».</w:t>
      </w:r>
    </w:p>
    <w:p w:rsidR="00C73E5E" w:rsidRPr="0074589D" w:rsidRDefault="00C73E5E" w:rsidP="00304004">
      <w:pPr>
        <w:autoSpaceDE w:val="0"/>
        <w:autoSpaceDN w:val="0"/>
        <w:adjustRightInd w:val="0"/>
        <w:ind w:firstLine="540"/>
        <w:jc w:val="both"/>
      </w:pPr>
    </w:p>
    <w:p w:rsidR="00304004" w:rsidRPr="0074589D" w:rsidRDefault="009C3B29" w:rsidP="00304004">
      <w:pPr>
        <w:autoSpaceDE w:val="0"/>
        <w:autoSpaceDN w:val="0"/>
        <w:adjustRightInd w:val="0"/>
        <w:ind w:firstLine="540"/>
        <w:jc w:val="both"/>
      </w:pPr>
      <w:r w:rsidRPr="0074589D">
        <w:t>4</w:t>
      </w:r>
      <w:r w:rsidR="00304004" w:rsidRPr="0074589D">
        <w:t xml:space="preserve">. Контроль за исполнением настоящего постановления возложить на </w:t>
      </w:r>
      <w:r w:rsidR="0011645A" w:rsidRPr="0074589D">
        <w:t>главу</w:t>
      </w:r>
      <w:r w:rsidR="00304004" w:rsidRPr="0074589D">
        <w:t xml:space="preserve"> администрации </w:t>
      </w:r>
      <w:r w:rsidR="00D1327E" w:rsidRPr="0074589D">
        <w:t xml:space="preserve"> города Городище Городищенского района </w:t>
      </w:r>
      <w:r w:rsidR="00304004" w:rsidRPr="0074589D">
        <w:t xml:space="preserve"> Пензенской области.</w:t>
      </w:r>
    </w:p>
    <w:p w:rsidR="00304004" w:rsidRPr="0074589D" w:rsidRDefault="00304004" w:rsidP="00BC1DF8">
      <w:pPr>
        <w:autoSpaceDE w:val="0"/>
        <w:autoSpaceDN w:val="0"/>
        <w:adjustRightInd w:val="0"/>
        <w:jc w:val="both"/>
      </w:pPr>
    </w:p>
    <w:p w:rsidR="00304004" w:rsidRPr="0074589D" w:rsidRDefault="00304004" w:rsidP="00304004">
      <w:pPr>
        <w:autoSpaceDE w:val="0"/>
        <w:autoSpaceDN w:val="0"/>
        <w:adjustRightInd w:val="0"/>
        <w:jc w:val="both"/>
      </w:pPr>
    </w:p>
    <w:p w:rsidR="002E04C6" w:rsidRPr="0074589D" w:rsidRDefault="002E04C6" w:rsidP="00304004">
      <w:pPr>
        <w:autoSpaceDE w:val="0"/>
        <w:autoSpaceDN w:val="0"/>
        <w:adjustRightInd w:val="0"/>
        <w:jc w:val="both"/>
      </w:pPr>
    </w:p>
    <w:p w:rsidR="002E04C6" w:rsidRPr="0074589D" w:rsidRDefault="002E04C6" w:rsidP="00304004">
      <w:pPr>
        <w:autoSpaceDE w:val="0"/>
        <w:autoSpaceDN w:val="0"/>
        <w:adjustRightInd w:val="0"/>
        <w:jc w:val="both"/>
      </w:pPr>
    </w:p>
    <w:p w:rsidR="002E04C6" w:rsidRPr="0074589D" w:rsidRDefault="002E04C6" w:rsidP="00304004">
      <w:pPr>
        <w:autoSpaceDE w:val="0"/>
        <w:autoSpaceDN w:val="0"/>
        <w:adjustRightInd w:val="0"/>
        <w:jc w:val="both"/>
      </w:pPr>
    </w:p>
    <w:p w:rsidR="00304004" w:rsidRPr="0074589D" w:rsidRDefault="002E04C6" w:rsidP="00304004">
      <w:pPr>
        <w:autoSpaceDE w:val="0"/>
        <w:autoSpaceDN w:val="0"/>
        <w:adjustRightInd w:val="0"/>
      </w:pPr>
      <w:r w:rsidRPr="0074589D">
        <w:t>Глав</w:t>
      </w:r>
      <w:r w:rsidR="00D74E42" w:rsidRPr="0074589D">
        <w:t xml:space="preserve">а </w:t>
      </w:r>
      <w:r w:rsidR="00304004" w:rsidRPr="0074589D">
        <w:t xml:space="preserve"> администрации</w:t>
      </w:r>
    </w:p>
    <w:p w:rsidR="00D1327E" w:rsidRPr="0074589D" w:rsidRDefault="00D1327E" w:rsidP="00304004">
      <w:pPr>
        <w:autoSpaceDE w:val="0"/>
        <w:autoSpaceDN w:val="0"/>
        <w:adjustRightInd w:val="0"/>
      </w:pPr>
      <w:r w:rsidRPr="0074589D">
        <w:t xml:space="preserve">города Городище </w:t>
      </w:r>
    </w:p>
    <w:p w:rsidR="00304004" w:rsidRPr="0074589D" w:rsidRDefault="00D1327E" w:rsidP="00304004">
      <w:pPr>
        <w:autoSpaceDE w:val="0"/>
        <w:autoSpaceDN w:val="0"/>
        <w:adjustRightInd w:val="0"/>
      </w:pPr>
      <w:r w:rsidRPr="0074589D">
        <w:t xml:space="preserve">Городищенского района </w:t>
      </w:r>
      <w:r w:rsidR="00304004" w:rsidRPr="0074589D">
        <w:t xml:space="preserve"> </w:t>
      </w:r>
    </w:p>
    <w:p w:rsidR="002E04C6" w:rsidRPr="0074589D" w:rsidRDefault="00304004" w:rsidP="00304004">
      <w:pPr>
        <w:autoSpaceDE w:val="0"/>
        <w:autoSpaceDN w:val="0"/>
        <w:adjustRightInd w:val="0"/>
      </w:pPr>
      <w:r w:rsidRPr="0074589D">
        <w:t xml:space="preserve">Пензенской области                                                                 </w:t>
      </w:r>
      <w:r w:rsidR="002E04C6" w:rsidRPr="0074589D">
        <w:t xml:space="preserve">  </w:t>
      </w:r>
      <w:r w:rsidR="00D1327E" w:rsidRPr="0074589D">
        <w:t>В.М.Михайлов</w:t>
      </w:r>
    </w:p>
    <w:sectPr w:rsidR="002E04C6" w:rsidRPr="0074589D" w:rsidSect="002E04C6">
      <w:endnotePr>
        <w:numFmt w:val="decimal"/>
      </w:endnotePr>
      <w:pgSz w:w="11907" w:h="16840"/>
      <w:pgMar w:top="709" w:right="737" w:bottom="567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24A" w:rsidRDefault="0036524A">
      <w:r>
        <w:separator/>
      </w:r>
    </w:p>
  </w:endnote>
  <w:endnote w:type="continuationSeparator" w:id="0">
    <w:p w:rsidR="0036524A" w:rsidRDefault="0036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24A" w:rsidRDefault="0036524A">
      <w:r>
        <w:separator/>
      </w:r>
    </w:p>
  </w:footnote>
  <w:footnote w:type="continuationSeparator" w:id="0">
    <w:p w:rsidR="0036524A" w:rsidRDefault="00365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A04EB"/>
    <w:multiLevelType w:val="hybridMultilevel"/>
    <w:tmpl w:val="D6B0A7B6"/>
    <w:lvl w:ilvl="0" w:tplc="12E431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DF754D3"/>
    <w:multiLevelType w:val="hybridMultilevel"/>
    <w:tmpl w:val="F89E7FFC"/>
    <w:lvl w:ilvl="0" w:tplc="D032A80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53B46E17"/>
    <w:multiLevelType w:val="hybridMultilevel"/>
    <w:tmpl w:val="7698394E"/>
    <w:lvl w:ilvl="0" w:tplc="FFFFFFFF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</w:lvl>
    <w:lvl w:ilvl="1" w:tplc="FFFFFFFF">
      <w:numFmt w:val="none"/>
      <w:lvlText w:val=""/>
      <w:lvlJc w:val="left"/>
      <w:pPr>
        <w:tabs>
          <w:tab w:val="num" w:pos="-1057"/>
        </w:tabs>
      </w:pPr>
    </w:lvl>
    <w:lvl w:ilvl="2" w:tplc="FFFFFFFF">
      <w:numFmt w:val="none"/>
      <w:lvlText w:val=""/>
      <w:lvlJc w:val="left"/>
      <w:pPr>
        <w:tabs>
          <w:tab w:val="num" w:pos="-1057"/>
        </w:tabs>
      </w:pPr>
    </w:lvl>
    <w:lvl w:ilvl="3" w:tplc="FFFFFFFF">
      <w:numFmt w:val="none"/>
      <w:lvlText w:val=""/>
      <w:lvlJc w:val="left"/>
      <w:pPr>
        <w:tabs>
          <w:tab w:val="num" w:pos="-1057"/>
        </w:tabs>
      </w:pPr>
    </w:lvl>
    <w:lvl w:ilvl="4" w:tplc="FFFFFFFF">
      <w:numFmt w:val="none"/>
      <w:lvlText w:val=""/>
      <w:lvlJc w:val="left"/>
      <w:pPr>
        <w:tabs>
          <w:tab w:val="num" w:pos="-1057"/>
        </w:tabs>
      </w:pPr>
    </w:lvl>
    <w:lvl w:ilvl="5" w:tplc="FFFFFFFF">
      <w:numFmt w:val="none"/>
      <w:lvlText w:val=""/>
      <w:lvlJc w:val="left"/>
      <w:pPr>
        <w:tabs>
          <w:tab w:val="num" w:pos="-1057"/>
        </w:tabs>
      </w:pPr>
    </w:lvl>
    <w:lvl w:ilvl="6" w:tplc="FFFFFFFF">
      <w:numFmt w:val="none"/>
      <w:lvlText w:val=""/>
      <w:lvlJc w:val="left"/>
      <w:pPr>
        <w:tabs>
          <w:tab w:val="num" w:pos="-1057"/>
        </w:tabs>
      </w:pPr>
    </w:lvl>
    <w:lvl w:ilvl="7" w:tplc="FFFFFFFF">
      <w:numFmt w:val="none"/>
      <w:lvlText w:val=""/>
      <w:lvlJc w:val="left"/>
      <w:pPr>
        <w:tabs>
          <w:tab w:val="num" w:pos="-1057"/>
        </w:tabs>
      </w:pPr>
    </w:lvl>
    <w:lvl w:ilvl="8" w:tplc="FFFFFFFF">
      <w:numFmt w:val="none"/>
      <w:lvlText w:val=""/>
      <w:lvlJc w:val="left"/>
      <w:pPr>
        <w:tabs>
          <w:tab w:val="num" w:pos="-1057"/>
        </w:tabs>
      </w:pPr>
    </w:lvl>
  </w:abstractNum>
  <w:abstractNum w:abstractNumId="3">
    <w:nsid w:val="69093D85"/>
    <w:multiLevelType w:val="hybridMultilevel"/>
    <w:tmpl w:val="CB4A9370"/>
    <w:lvl w:ilvl="0" w:tplc="8F0EAA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D2595E"/>
    <w:multiLevelType w:val="hybridMultilevel"/>
    <w:tmpl w:val="A12234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134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120"/>
    <w:rsid w:val="00001E07"/>
    <w:rsid w:val="000039C3"/>
    <w:rsid w:val="0000457F"/>
    <w:rsid w:val="00004F99"/>
    <w:rsid w:val="000051B6"/>
    <w:rsid w:val="00005941"/>
    <w:rsid w:val="000060C8"/>
    <w:rsid w:val="00006419"/>
    <w:rsid w:val="000065BC"/>
    <w:rsid w:val="000105B3"/>
    <w:rsid w:val="000107C6"/>
    <w:rsid w:val="00012518"/>
    <w:rsid w:val="0001331F"/>
    <w:rsid w:val="0001660D"/>
    <w:rsid w:val="000219F0"/>
    <w:rsid w:val="00023658"/>
    <w:rsid w:val="00024472"/>
    <w:rsid w:val="00026F1B"/>
    <w:rsid w:val="0002771F"/>
    <w:rsid w:val="00030072"/>
    <w:rsid w:val="00030EA8"/>
    <w:rsid w:val="000316B2"/>
    <w:rsid w:val="00036D89"/>
    <w:rsid w:val="00042126"/>
    <w:rsid w:val="000429DB"/>
    <w:rsid w:val="00043EEE"/>
    <w:rsid w:val="0004425E"/>
    <w:rsid w:val="000477FE"/>
    <w:rsid w:val="00054CF2"/>
    <w:rsid w:val="000563F7"/>
    <w:rsid w:val="000565D9"/>
    <w:rsid w:val="00056FE4"/>
    <w:rsid w:val="00060A5E"/>
    <w:rsid w:val="00062B72"/>
    <w:rsid w:val="0006407E"/>
    <w:rsid w:val="00064BB3"/>
    <w:rsid w:val="000651C4"/>
    <w:rsid w:val="00066768"/>
    <w:rsid w:val="00066DA7"/>
    <w:rsid w:val="00070A85"/>
    <w:rsid w:val="00070B01"/>
    <w:rsid w:val="00070C95"/>
    <w:rsid w:val="00072F00"/>
    <w:rsid w:val="0007447F"/>
    <w:rsid w:val="0007594A"/>
    <w:rsid w:val="000777F9"/>
    <w:rsid w:val="00081648"/>
    <w:rsid w:val="00081C35"/>
    <w:rsid w:val="00083409"/>
    <w:rsid w:val="00085435"/>
    <w:rsid w:val="0008712F"/>
    <w:rsid w:val="000901FF"/>
    <w:rsid w:val="00093395"/>
    <w:rsid w:val="00096A3E"/>
    <w:rsid w:val="000A0520"/>
    <w:rsid w:val="000A2B16"/>
    <w:rsid w:val="000A3D4F"/>
    <w:rsid w:val="000B0BFD"/>
    <w:rsid w:val="000B59FF"/>
    <w:rsid w:val="000C03F8"/>
    <w:rsid w:val="000C1626"/>
    <w:rsid w:val="000C5143"/>
    <w:rsid w:val="000C7BC0"/>
    <w:rsid w:val="000D4394"/>
    <w:rsid w:val="000D5A9A"/>
    <w:rsid w:val="000D68FC"/>
    <w:rsid w:val="000D6EF5"/>
    <w:rsid w:val="000E0427"/>
    <w:rsid w:val="000E4331"/>
    <w:rsid w:val="000E7336"/>
    <w:rsid w:val="000F0C4F"/>
    <w:rsid w:val="000F0DBF"/>
    <w:rsid w:val="000F641F"/>
    <w:rsid w:val="000F7FA5"/>
    <w:rsid w:val="001001F9"/>
    <w:rsid w:val="00101627"/>
    <w:rsid w:val="00103941"/>
    <w:rsid w:val="00103D5E"/>
    <w:rsid w:val="00103FF0"/>
    <w:rsid w:val="00106324"/>
    <w:rsid w:val="0011057E"/>
    <w:rsid w:val="00110FDE"/>
    <w:rsid w:val="0011122D"/>
    <w:rsid w:val="00112212"/>
    <w:rsid w:val="0011497F"/>
    <w:rsid w:val="00116137"/>
    <w:rsid w:val="0011645A"/>
    <w:rsid w:val="00116D98"/>
    <w:rsid w:val="00117236"/>
    <w:rsid w:val="001176AE"/>
    <w:rsid w:val="0012114D"/>
    <w:rsid w:val="00121746"/>
    <w:rsid w:val="00122A50"/>
    <w:rsid w:val="00124DAF"/>
    <w:rsid w:val="001253F2"/>
    <w:rsid w:val="001264E9"/>
    <w:rsid w:val="0013231F"/>
    <w:rsid w:val="00133D6F"/>
    <w:rsid w:val="001341B0"/>
    <w:rsid w:val="00135432"/>
    <w:rsid w:val="00142CDD"/>
    <w:rsid w:val="00145292"/>
    <w:rsid w:val="00146D92"/>
    <w:rsid w:val="00151BB1"/>
    <w:rsid w:val="00151E08"/>
    <w:rsid w:val="00152E69"/>
    <w:rsid w:val="00152FEE"/>
    <w:rsid w:val="001577A4"/>
    <w:rsid w:val="001578B7"/>
    <w:rsid w:val="00162AB2"/>
    <w:rsid w:val="00163F4C"/>
    <w:rsid w:val="001656A7"/>
    <w:rsid w:val="001656B7"/>
    <w:rsid w:val="00171139"/>
    <w:rsid w:val="0017561A"/>
    <w:rsid w:val="001758EE"/>
    <w:rsid w:val="00176115"/>
    <w:rsid w:val="00177BFB"/>
    <w:rsid w:val="00180E0D"/>
    <w:rsid w:val="00182864"/>
    <w:rsid w:val="00193535"/>
    <w:rsid w:val="001969EA"/>
    <w:rsid w:val="00197449"/>
    <w:rsid w:val="00197D31"/>
    <w:rsid w:val="00197FEA"/>
    <w:rsid w:val="001A0BC0"/>
    <w:rsid w:val="001A2D25"/>
    <w:rsid w:val="001A44C9"/>
    <w:rsid w:val="001A5C0C"/>
    <w:rsid w:val="001B390C"/>
    <w:rsid w:val="001B3E34"/>
    <w:rsid w:val="001B4227"/>
    <w:rsid w:val="001B4E9D"/>
    <w:rsid w:val="001B6A29"/>
    <w:rsid w:val="001C3BD4"/>
    <w:rsid w:val="001C64EC"/>
    <w:rsid w:val="001D0C80"/>
    <w:rsid w:val="001D0EF8"/>
    <w:rsid w:val="001D1996"/>
    <w:rsid w:val="001D2C16"/>
    <w:rsid w:val="001D2D43"/>
    <w:rsid w:val="001D4A2C"/>
    <w:rsid w:val="001E4806"/>
    <w:rsid w:val="001E4DD9"/>
    <w:rsid w:val="001E5FA8"/>
    <w:rsid w:val="001E66CB"/>
    <w:rsid w:val="001E6F2F"/>
    <w:rsid w:val="001E7003"/>
    <w:rsid w:val="001F2942"/>
    <w:rsid w:val="002009F2"/>
    <w:rsid w:val="002015AD"/>
    <w:rsid w:val="00201CD4"/>
    <w:rsid w:val="00202061"/>
    <w:rsid w:val="0020237E"/>
    <w:rsid w:val="002025B7"/>
    <w:rsid w:val="00203C41"/>
    <w:rsid w:val="00206A6F"/>
    <w:rsid w:val="002108E8"/>
    <w:rsid w:val="002127CB"/>
    <w:rsid w:val="002131E1"/>
    <w:rsid w:val="00214734"/>
    <w:rsid w:val="00216EA0"/>
    <w:rsid w:val="00217BBB"/>
    <w:rsid w:val="0022276E"/>
    <w:rsid w:val="002229A1"/>
    <w:rsid w:val="00224AF9"/>
    <w:rsid w:val="0022702B"/>
    <w:rsid w:val="00227B7E"/>
    <w:rsid w:val="00230802"/>
    <w:rsid w:val="00231653"/>
    <w:rsid w:val="00232297"/>
    <w:rsid w:val="0023231B"/>
    <w:rsid w:val="00234D80"/>
    <w:rsid w:val="00240772"/>
    <w:rsid w:val="00241EFD"/>
    <w:rsid w:val="00243141"/>
    <w:rsid w:val="002431CC"/>
    <w:rsid w:val="00246020"/>
    <w:rsid w:val="002469BA"/>
    <w:rsid w:val="00250AB9"/>
    <w:rsid w:val="00260671"/>
    <w:rsid w:val="00261AF0"/>
    <w:rsid w:val="00263864"/>
    <w:rsid w:val="00264B21"/>
    <w:rsid w:val="00264BE9"/>
    <w:rsid w:val="00264F48"/>
    <w:rsid w:val="0026528E"/>
    <w:rsid w:val="00265495"/>
    <w:rsid w:val="00267184"/>
    <w:rsid w:val="002711B5"/>
    <w:rsid w:val="002725D1"/>
    <w:rsid w:val="00274C79"/>
    <w:rsid w:val="00275921"/>
    <w:rsid w:val="00283571"/>
    <w:rsid w:val="00283B1E"/>
    <w:rsid w:val="00283FF0"/>
    <w:rsid w:val="00284683"/>
    <w:rsid w:val="00290553"/>
    <w:rsid w:val="0029163F"/>
    <w:rsid w:val="00294256"/>
    <w:rsid w:val="002946B5"/>
    <w:rsid w:val="00294A4A"/>
    <w:rsid w:val="002956CB"/>
    <w:rsid w:val="0029741A"/>
    <w:rsid w:val="002A2990"/>
    <w:rsid w:val="002A35C5"/>
    <w:rsid w:val="002A3C0E"/>
    <w:rsid w:val="002A4B11"/>
    <w:rsid w:val="002A5E4E"/>
    <w:rsid w:val="002A6B99"/>
    <w:rsid w:val="002B1E23"/>
    <w:rsid w:val="002B731F"/>
    <w:rsid w:val="002B7FEF"/>
    <w:rsid w:val="002C03AC"/>
    <w:rsid w:val="002C1323"/>
    <w:rsid w:val="002C4613"/>
    <w:rsid w:val="002C61FD"/>
    <w:rsid w:val="002D3464"/>
    <w:rsid w:val="002D50FD"/>
    <w:rsid w:val="002D557A"/>
    <w:rsid w:val="002D6568"/>
    <w:rsid w:val="002E04C6"/>
    <w:rsid w:val="002E6D09"/>
    <w:rsid w:val="002E7FDB"/>
    <w:rsid w:val="002F079E"/>
    <w:rsid w:val="002F5978"/>
    <w:rsid w:val="002F5ACF"/>
    <w:rsid w:val="002F6524"/>
    <w:rsid w:val="002F70DB"/>
    <w:rsid w:val="003015CE"/>
    <w:rsid w:val="00301D65"/>
    <w:rsid w:val="00304004"/>
    <w:rsid w:val="003067FF"/>
    <w:rsid w:val="00307A03"/>
    <w:rsid w:val="0031018B"/>
    <w:rsid w:val="00310250"/>
    <w:rsid w:val="003130A5"/>
    <w:rsid w:val="0031503D"/>
    <w:rsid w:val="00316C4E"/>
    <w:rsid w:val="00317AB2"/>
    <w:rsid w:val="00323E6B"/>
    <w:rsid w:val="0032692E"/>
    <w:rsid w:val="003274E1"/>
    <w:rsid w:val="00331BA0"/>
    <w:rsid w:val="00333F5A"/>
    <w:rsid w:val="00334BF9"/>
    <w:rsid w:val="00336B56"/>
    <w:rsid w:val="00337084"/>
    <w:rsid w:val="003400F9"/>
    <w:rsid w:val="00340C1C"/>
    <w:rsid w:val="00340D9A"/>
    <w:rsid w:val="003427F9"/>
    <w:rsid w:val="003432C2"/>
    <w:rsid w:val="00346995"/>
    <w:rsid w:val="00346A24"/>
    <w:rsid w:val="00347893"/>
    <w:rsid w:val="00350DF2"/>
    <w:rsid w:val="00351CE8"/>
    <w:rsid w:val="00353B35"/>
    <w:rsid w:val="003545F4"/>
    <w:rsid w:val="00360851"/>
    <w:rsid w:val="0036295A"/>
    <w:rsid w:val="00362DCA"/>
    <w:rsid w:val="00363C85"/>
    <w:rsid w:val="0036524A"/>
    <w:rsid w:val="00365D22"/>
    <w:rsid w:val="0036665B"/>
    <w:rsid w:val="00366B49"/>
    <w:rsid w:val="00370082"/>
    <w:rsid w:val="003714D1"/>
    <w:rsid w:val="00373CE6"/>
    <w:rsid w:val="0037456B"/>
    <w:rsid w:val="003754B3"/>
    <w:rsid w:val="0038007F"/>
    <w:rsid w:val="003804B2"/>
    <w:rsid w:val="00381921"/>
    <w:rsid w:val="00382AD4"/>
    <w:rsid w:val="00383216"/>
    <w:rsid w:val="00383474"/>
    <w:rsid w:val="003863CB"/>
    <w:rsid w:val="00386C4D"/>
    <w:rsid w:val="003902CC"/>
    <w:rsid w:val="00393234"/>
    <w:rsid w:val="00394B94"/>
    <w:rsid w:val="00395346"/>
    <w:rsid w:val="003A0295"/>
    <w:rsid w:val="003A174C"/>
    <w:rsid w:val="003A21EA"/>
    <w:rsid w:val="003A46FF"/>
    <w:rsid w:val="003A75CB"/>
    <w:rsid w:val="003B34C9"/>
    <w:rsid w:val="003B62CC"/>
    <w:rsid w:val="003B748D"/>
    <w:rsid w:val="003C25E2"/>
    <w:rsid w:val="003C338B"/>
    <w:rsid w:val="003C3683"/>
    <w:rsid w:val="003C4485"/>
    <w:rsid w:val="003C4B93"/>
    <w:rsid w:val="003C55DC"/>
    <w:rsid w:val="003D1AAC"/>
    <w:rsid w:val="003D3B5F"/>
    <w:rsid w:val="003D45F8"/>
    <w:rsid w:val="003E3238"/>
    <w:rsid w:val="003E44C9"/>
    <w:rsid w:val="003E6DAC"/>
    <w:rsid w:val="003E715D"/>
    <w:rsid w:val="003F18F9"/>
    <w:rsid w:val="003F19C8"/>
    <w:rsid w:val="003F5170"/>
    <w:rsid w:val="003F52AE"/>
    <w:rsid w:val="003F6119"/>
    <w:rsid w:val="003F6A1E"/>
    <w:rsid w:val="003F6A8B"/>
    <w:rsid w:val="003F6AA1"/>
    <w:rsid w:val="003F727C"/>
    <w:rsid w:val="004009F1"/>
    <w:rsid w:val="004020E7"/>
    <w:rsid w:val="00402BB3"/>
    <w:rsid w:val="004108D0"/>
    <w:rsid w:val="00410DFB"/>
    <w:rsid w:val="00411CD4"/>
    <w:rsid w:val="004137AC"/>
    <w:rsid w:val="00414096"/>
    <w:rsid w:val="0041501F"/>
    <w:rsid w:val="00415874"/>
    <w:rsid w:val="00415A07"/>
    <w:rsid w:val="00421E16"/>
    <w:rsid w:val="004220BA"/>
    <w:rsid w:val="00424EE0"/>
    <w:rsid w:val="0042783A"/>
    <w:rsid w:val="00430E53"/>
    <w:rsid w:val="004324EA"/>
    <w:rsid w:val="004332CF"/>
    <w:rsid w:val="004339CD"/>
    <w:rsid w:val="00433A32"/>
    <w:rsid w:val="00433CB5"/>
    <w:rsid w:val="00434516"/>
    <w:rsid w:val="00434B1C"/>
    <w:rsid w:val="00434C52"/>
    <w:rsid w:val="00436CF9"/>
    <w:rsid w:val="00437642"/>
    <w:rsid w:val="00440320"/>
    <w:rsid w:val="004418FF"/>
    <w:rsid w:val="00443DE7"/>
    <w:rsid w:val="004452FC"/>
    <w:rsid w:val="004543E4"/>
    <w:rsid w:val="00454D0B"/>
    <w:rsid w:val="00460D10"/>
    <w:rsid w:val="004637DE"/>
    <w:rsid w:val="00464499"/>
    <w:rsid w:val="00465DED"/>
    <w:rsid w:val="00467163"/>
    <w:rsid w:val="00467ED6"/>
    <w:rsid w:val="00471023"/>
    <w:rsid w:val="0047193A"/>
    <w:rsid w:val="00471C84"/>
    <w:rsid w:val="0047500D"/>
    <w:rsid w:val="004750CA"/>
    <w:rsid w:val="00475E87"/>
    <w:rsid w:val="004763AE"/>
    <w:rsid w:val="00477C52"/>
    <w:rsid w:val="00477D0A"/>
    <w:rsid w:val="00481E55"/>
    <w:rsid w:val="00481E66"/>
    <w:rsid w:val="00490B1C"/>
    <w:rsid w:val="00490DB3"/>
    <w:rsid w:val="00495CDA"/>
    <w:rsid w:val="00495DB9"/>
    <w:rsid w:val="0049666D"/>
    <w:rsid w:val="00496B9A"/>
    <w:rsid w:val="00497880"/>
    <w:rsid w:val="004978DD"/>
    <w:rsid w:val="004A05D8"/>
    <w:rsid w:val="004A0C96"/>
    <w:rsid w:val="004A1B8F"/>
    <w:rsid w:val="004A2AA3"/>
    <w:rsid w:val="004A4EFA"/>
    <w:rsid w:val="004A5031"/>
    <w:rsid w:val="004B0D76"/>
    <w:rsid w:val="004B245B"/>
    <w:rsid w:val="004B33F6"/>
    <w:rsid w:val="004B595A"/>
    <w:rsid w:val="004B71B9"/>
    <w:rsid w:val="004B76F1"/>
    <w:rsid w:val="004C0FCB"/>
    <w:rsid w:val="004C113A"/>
    <w:rsid w:val="004C3486"/>
    <w:rsid w:val="004C3F4C"/>
    <w:rsid w:val="004C5E32"/>
    <w:rsid w:val="004C629F"/>
    <w:rsid w:val="004D0BEC"/>
    <w:rsid w:val="004D720A"/>
    <w:rsid w:val="004D722E"/>
    <w:rsid w:val="004E6E4B"/>
    <w:rsid w:val="004F1F16"/>
    <w:rsid w:val="004F3CED"/>
    <w:rsid w:val="00504782"/>
    <w:rsid w:val="005102C2"/>
    <w:rsid w:val="00511309"/>
    <w:rsid w:val="00512341"/>
    <w:rsid w:val="00513928"/>
    <w:rsid w:val="00514296"/>
    <w:rsid w:val="005143E1"/>
    <w:rsid w:val="00514799"/>
    <w:rsid w:val="005167B2"/>
    <w:rsid w:val="00516D6C"/>
    <w:rsid w:val="0051794E"/>
    <w:rsid w:val="00520084"/>
    <w:rsid w:val="0052044A"/>
    <w:rsid w:val="00527A4C"/>
    <w:rsid w:val="00532C41"/>
    <w:rsid w:val="00536DE5"/>
    <w:rsid w:val="00540805"/>
    <w:rsid w:val="00543AE0"/>
    <w:rsid w:val="005449C9"/>
    <w:rsid w:val="005453B0"/>
    <w:rsid w:val="005477F7"/>
    <w:rsid w:val="00551F8A"/>
    <w:rsid w:val="005619C4"/>
    <w:rsid w:val="00562085"/>
    <w:rsid w:val="00562626"/>
    <w:rsid w:val="00562F96"/>
    <w:rsid w:val="005632A5"/>
    <w:rsid w:val="00564D9E"/>
    <w:rsid w:val="00565723"/>
    <w:rsid w:val="005657DF"/>
    <w:rsid w:val="005658A2"/>
    <w:rsid w:val="00565F15"/>
    <w:rsid w:val="00566FA4"/>
    <w:rsid w:val="005671B8"/>
    <w:rsid w:val="005704B4"/>
    <w:rsid w:val="0057460C"/>
    <w:rsid w:val="00576897"/>
    <w:rsid w:val="00581AC1"/>
    <w:rsid w:val="00585B26"/>
    <w:rsid w:val="0059187E"/>
    <w:rsid w:val="005935A5"/>
    <w:rsid w:val="0059468F"/>
    <w:rsid w:val="005A09CA"/>
    <w:rsid w:val="005A2348"/>
    <w:rsid w:val="005A5F2A"/>
    <w:rsid w:val="005A7D55"/>
    <w:rsid w:val="005C1EBD"/>
    <w:rsid w:val="005C415F"/>
    <w:rsid w:val="005C55EA"/>
    <w:rsid w:val="005D18B9"/>
    <w:rsid w:val="005D37AB"/>
    <w:rsid w:val="005D78E8"/>
    <w:rsid w:val="005E4105"/>
    <w:rsid w:val="005E4688"/>
    <w:rsid w:val="005E510A"/>
    <w:rsid w:val="005E6339"/>
    <w:rsid w:val="005E6B7D"/>
    <w:rsid w:val="005E7C79"/>
    <w:rsid w:val="005F0FBE"/>
    <w:rsid w:val="005F116F"/>
    <w:rsid w:val="005F1173"/>
    <w:rsid w:val="005F117B"/>
    <w:rsid w:val="005F20E4"/>
    <w:rsid w:val="005F4CC8"/>
    <w:rsid w:val="005F5FBA"/>
    <w:rsid w:val="00603F7B"/>
    <w:rsid w:val="0060553C"/>
    <w:rsid w:val="00606DC6"/>
    <w:rsid w:val="00607414"/>
    <w:rsid w:val="006103D0"/>
    <w:rsid w:val="006109EC"/>
    <w:rsid w:val="00610D99"/>
    <w:rsid w:val="006146BF"/>
    <w:rsid w:val="00617093"/>
    <w:rsid w:val="0062279A"/>
    <w:rsid w:val="00622E76"/>
    <w:rsid w:val="00623587"/>
    <w:rsid w:val="00624974"/>
    <w:rsid w:val="00624C78"/>
    <w:rsid w:val="006254C9"/>
    <w:rsid w:val="00627690"/>
    <w:rsid w:val="00635510"/>
    <w:rsid w:val="00635A43"/>
    <w:rsid w:val="00635C24"/>
    <w:rsid w:val="00637DC0"/>
    <w:rsid w:val="00641C2F"/>
    <w:rsid w:val="006446A9"/>
    <w:rsid w:val="00646E5F"/>
    <w:rsid w:val="00647124"/>
    <w:rsid w:val="00647B79"/>
    <w:rsid w:val="00647D2A"/>
    <w:rsid w:val="00652A72"/>
    <w:rsid w:val="00654B32"/>
    <w:rsid w:val="0065781F"/>
    <w:rsid w:val="00663F0E"/>
    <w:rsid w:val="00664572"/>
    <w:rsid w:val="00664589"/>
    <w:rsid w:val="006672F6"/>
    <w:rsid w:val="006679B7"/>
    <w:rsid w:val="00670BAD"/>
    <w:rsid w:val="006733E8"/>
    <w:rsid w:val="00675BF1"/>
    <w:rsid w:val="00676CF8"/>
    <w:rsid w:val="0067745E"/>
    <w:rsid w:val="00681B07"/>
    <w:rsid w:val="00681B73"/>
    <w:rsid w:val="006820BB"/>
    <w:rsid w:val="006908B4"/>
    <w:rsid w:val="00690C4F"/>
    <w:rsid w:val="00690F7F"/>
    <w:rsid w:val="0069271C"/>
    <w:rsid w:val="00693D5E"/>
    <w:rsid w:val="006943BA"/>
    <w:rsid w:val="00694F04"/>
    <w:rsid w:val="0069536C"/>
    <w:rsid w:val="00696D9F"/>
    <w:rsid w:val="006972D9"/>
    <w:rsid w:val="006A37F8"/>
    <w:rsid w:val="006B0049"/>
    <w:rsid w:val="006B1F9A"/>
    <w:rsid w:val="006B2892"/>
    <w:rsid w:val="006B2EA7"/>
    <w:rsid w:val="006B5525"/>
    <w:rsid w:val="006C0BF4"/>
    <w:rsid w:val="006C2298"/>
    <w:rsid w:val="006C23E9"/>
    <w:rsid w:val="006C24B7"/>
    <w:rsid w:val="006C3DE3"/>
    <w:rsid w:val="006C59EA"/>
    <w:rsid w:val="006C70BA"/>
    <w:rsid w:val="006C7107"/>
    <w:rsid w:val="006D093D"/>
    <w:rsid w:val="006D25D9"/>
    <w:rsid w:val="006D42CA"/>
    <w:rsid w:val="006D698A"/>
    <w:rsid w:val="006D6E65"/>
    <w:rsid w:val="006E0A7B"/>
    <w:rsid w:val="006E1C60"/>
    <w:rsid w:val="006E1DFE"/>
    <w:rsid w:val="006E3E3D"/>
    <w:rsid w:val="006E61F8"/>
    <w:rsid w:val="006F144A"/>
    <w:rsid w:val="006F188A"/>
    <w:rsid w:val="006F4055"/>
    <w:rsid w:val="006F4407"/>
    <w:rsid w:val="006F5F4F"/>
    <w:rsid w:val="006F61F0"/>
    <w:rsid w:val="0070087D"/>
    <w:rsid w:val="00701250"/>
    <w:rsid w:val="0070171E"/>
    <w:rsid w:val="007023E3"/>
    <w:rsid w:val="00703E08"/>
    <w:rsid w:val="00704364"/>
    <w:rsid w:val="00705854"/>
    <w:rsid w:val="00705D89"/>
    <w:rsid w:val="00706393"/>
    <w:rsid w:val="00706E9D"/>
    <w:rsid w:val="007070B8"/>
    <w:rsid w:val="0071099F"/>
    <w:rsid w:val="007129E6"/>
    <w:rsid w:val="00716368"/>
    <w:rsid w:val="007207EC"/>
    <w:rsid w:val="00720D22"/>
    <w:rsid w:val="0072164E"/>
    <w:rsid w:val="00721C21"/>
    <w:rsid w:val="00722053"/>
    <w:rsid w:val="00722F9B"/>
    <w:rsid w:val="00724A8E"/>
    <w:rsid w:val="007268DB"/>
    <w:rsid w:val="007276C5"/>
    <w:rsid w:val="00727CC3"/>
    <w:rsid w:val="00730649"/>
    <w:rsid w:val="00731239"/>
    <w:rsid w:val="0073132F"/>
    <w:rsid w:val="00731FA1"/>
    <w:rsid w:val="00732091"/>
    <w:rsid w:val="0073463A"/>
    <w:rsid w:val="00735716"/>
    <w:rsid w:val="00736521"/>
    <w:rsid w:val="00736B08"/>
    <w:rsid w:val="007400C8"/>
    <w:rsid w:val="0074096D"/>
    <w:rsid w:val="00740ABD"/>
    <w:rsid w:val="0074158B"/>
    <w:rsid w:val="007424D1"/>
    <w:rsid w:val="00742FCB"/>
    <w:rsid w:val="0074589D"/>
    <w:rsid w:val="00746369"/>
    <w:rsid w:val="00746CFE"/>
    <w:rsid w:val="00750FF3"/>
    <w:rsid w:val="00754C7A"/>
    <w:rsid w:val="00756BB1"/>
    <w:rsid w:val="00756C3B"/>
    <w:rsid w:val="00757246"/>
    <w:rsid w:val="00761394"/>
    <w:rsid w:val="00764D08"/>
    <w:rsid w:val="00765685"/>
    <w:rsid w:val="00765D26"/>
    <w:rsid w:val="00767064"/>
    <w:rsid w:val="00770D07"/>
    <w:rsid w:val="007739DE"/>
    <w:rsid w:val="00776220"/>
    <w:rsid w:val="00776337"/>
    <w:rsid w:val="00780B63"/>
    <w:rsid w:val="007823C7"/>
    <w:rsid w:val="007831EA"/>
    <w:rsid w:val="007857E8"/>
    <w:rsid w:val="00790566"/>
    <w:rsid w:val="0079071E"/>
    <w:rsid w:val="0079385B"/>
    <w:rsid w:val="00794120"/>
    <w:rsid w:val="007964D7"/>
    <w:rsid w:val="007A2F93"/>
    <w:rsid w:val="007A5D64"/>
    <w:rsid w:val="007A76A4"/>
    <w:rsid w:val="007A7814"/>
    <w:rsid w:val="007B6FD4"/>
    <w:rsid w:val="007C07C9"/>
    <w:rsid w:val="007C4528"/>
    <w:rsid w:val="007C4E8B"/>
    <w:rsid w:val="007C71AC"/>
    <w:rsid w:val="007D2C7C"/>
    <w:rsid w:val="007D2FAE"/>
    <w:rsid w:val="007D4C2D"/>
    <w:rsid w:val="007D6388"/>
    <w:rsid w:val="007E1D89"/>
    <w:rsid w:val="007E333B"/>
    <w:rsid w:val="007E4334"/>
    <w:rsid w:val="007E4397"/>
    <w:rsid w:val="007E5C02"/>
    <w:rsid w:val="007E7472"/>
    <w:rsid w:val="007E7F32"/>
    <w:rsid w:val="007F03FD"/>
    <w:rsid w:val="007F0B6F"/>
    <w:rsid w:val="007F13CE"/>
    <w:rsid w:val="007F48EA"/>
    <w:rsid w:val="00803342"/>
    <w:rsid w:val="00805497"/>
    <w:rsid w:val="00805AD9"/>
    <w:rsid w:val="008121B9"/>
    <w:rsid w:val="00813029"/>
    <w:rsid w:val="00813564"/>
    <w:rsid w:val="00813745"/>
    <w:rsid w:val="008149DC"/>
    <w:rsid w:val="008247E5"/>
    <w:rsid w:val="008249AB"/>
    <w:rsid w:val="00827DA8"/>
    <w:rsid w:val="00830259"/>
    <w:rsid w:val="008322EE"/>
    <w:rsid w:val="00833645"/>
    <w:rsid w:val="00834A80"/>
    <w:rsid w:val="00836E71"/>
    <w:rsid w:val="008426D2"/>
    <w:rsid w:val="008428E8"/>
    <w:rsid w:val="0084499E"/>
    <w:rsid w:val="00846A57"/>
    <w:rsid w:val="00846C9F"/>
    <w:rsid w:val="0084774A"/>
    <w:rsid w:val="00850782"/>
    <w:rsid w:val="00854596"/>
    <w:rsid w:val="00854921"/>
    <w:rsid w:val="008561C0"/>
    <w:rsid w:val="008606BD"/>
    <w:rsid w:val="008614EF"/>
    <w:rsid w:val="00865C92"/>
    <w:rsid w:val="00865E34"/>
    <w:rsid w:val="00866057"/>
    <w:rsid w:val="00867385"/>
    <w:rsid w:val="0086784E"/>
    <w:rsid w:val="0088131C"/>
    <w:rsid w:val="00881FE2"/>
    <w:rsid w:val="00882AFE"/>
    <w:rsid w:val="00882D66"/>
    <w:rsid w:val="00883CC2"/>
    <w:rsid w:val="0088432B"/>
    <w:rsid w:val="00885F40"/>
    <w:rsid w:val="00886548"/>
    <w:rsid w:val="00893BD5"/>
    <w:rsid w:val="00893E52"/>
    <w:rsid w:val="00895863"/>
    <w:rsid w:val="00897421"/>
    <w:rsid w:val="008A06DC"/>
    <w:rsid w:val="008A1DC0"/>
    <w:rsid w:val="008A21A1"/>
    <w:rsid w:val="008A3649"/>
    <w:rsid w:val="008A3D44"/>
    <w:rsid w:val="008A4B6F"/>
    <w:rsid w:val="008A4F06"/>
    <w:rsid w:val="008A4FE0"/>
    <w:rsid w:val="008A59B2"/>
    <w:rsid w:val="008A6C59"/>
    <w:rsid w:val="008A6EAE"/>
    <w:rsid w:val="008A7880"/>
    <w:rsid w:val="008A7FBC"/>
    <w:rsid w:val="008B1D37"/>
    <w:rsid w:val="008B1E80"/>
    <w:rsid w:val="008B60E2"/>
    <w:rsid w:val="008B77FB"/>
    <w:rsid w:val="008B7BFA"/>
    <w:rsid w:val="008C061D"/>
    <w:rsid w:val="008C2841"/>
    <w:rsid w:val="008C2F4C"/>
    <w:rsid w:val="008C5AC9"/>
    <w:rsid w:val="008D3D32"/>
    <w:rsid w:val="008D4D69"/>
    <w:rsid w:val="008E0D76"/>
    <w:rsid w:val="008E4E1A"/>
    <w:rsid w:val="008E6848"/>
    <w:rsid w:val="008E6B69"/>
    <w:rsid w:val="008F1720"/>
    <w:rsid w:val="008F2072"/>
    <w:rsid w:val="008F2078"/>
    <w:rsid w:val="008F49F5"/>
    <w:rsid w:val="008F7EDE"/>
    <w:rsid w:val="0090149E"/>
    <w:rsid w:val="00903126"/>
    <w:rsid w:val="0090396B"/>
    <w:rsid w:val="00904B56"/>
    <w:rsid w:val="00906B7D"/>
    <w:rsid w:val="00907A1A"/>
    <w:rsid w:val="00907B2E"/>
    <w:rsid w:val="00913590"/>
    <w:rsid w:val="00913614"/>
    <w:rsid w:val="00913972"/>
    <w:rsid w:val="00914BBF"/>
    <w:rsid w:val="00916212"/>
    <w:rsid w:val="009201AA"/>
    <w:rsid w:val="009241E7"/>
    <w:rsid w:val="00926088"/>
    <w:rsid w:val="00926A6F"/>
    <w:rsid w:val="009272E6"/>
    <w:rsid w:val="00927809"/>
    <w:rsid w:val="0093111C"/>
    <w:rsid w:val="00931A76"/>
    <w:rsid w:val="00932811"/>
    <w:rsid w:val="009338C4"/>
    <w:rsid w:val="009347D7"/>
    <w:rsid w:val="00935C7A"/>
    <w:rsid w:val="0094218E"/>
    <w:rsid w:val="009430BD"/>
    <w:rsid w:val="00943CBB"/>
    <w:rsid w:val="00947768"/>
    <w:rsid w:val="00947C28"/>
    <w:rsid w:val="009542B8"/>
    <w:rsid w:val="00954C94"/>
    <w:rsid w:val="00955508"/>
    <w:rsid w:val="00956601"/>
    <w:rsid w:val="00957395"/>
    <w:rsid w:val="009631A4"/>
    <w:rsid w:val="0096479D"/>
    <w:rsid w:val="009659E9"/>
    <w:rsid w:val="00965A27"/>
    <w:rsid w:val="00966904"/>
    <w:rsid w:val="009743F3"/>
    <w:rsid w:val="009766CB"/>
    <w:rsid w:val="00976810"/>
    <w:rsid w:val="00976B72"/>
    <w:rsid w:val="00976D85"/>
    <w:rsid w:val="00977DD0"/>
    <w:rsid w:val="0098196F"/>
    <w:rsid w:val="0098285E"/>
    <w:rsid w:val="00984B67"/>
    <w:rsid w:val="00985023"/>
    <w:rsid w:val="009905F9"/>
    <w:rsid w:val="00990A0D"/>
    <w:rsid w:val="009926E8"/>
    <w:rsid w:val="009934FB"/>
    <w:rsid w:val="00993B7B"/>
    <w:rsid w:val="00995AF7"/>
    <w:rsid w:val="009A0E15"/>
    <w:rsid w:val="009A2167"/>
    <w:rsid w:val="009A33BC"/>
    <w:rsid w:val="009A4AFB"/>
    <w:rsid w:val="009A6376"/>
    <w:rsid w:val="009A68A8"/>
    <w:rsid w:val="009A6E30"/>
    <w:rsid w:val="009A7F49"/>
    <w:rsid w:val="009B22BC"/>
    <w:rsid w:val="009B5AAE"/>
    <w:rsid w:val="009B74FE"/>
    <w:rsid w:val="009B7F88"/>
    <w:rsid w:val="009C15A1"/>
    <w:rsid w:val="009C3B29"/>
    <w:rsid w:val="009C7CA4"/>
    <w:rsid w:val="009C7CC6"/>
    <w:rsid w:val="009C7F5C"/>
    <w:rsid w:val="009D078C"/>
    <w:rsid w:val="009D0952"/>
    <w:rsid w:val="009D43EE"/>
    <w:rsid w:val="009D5D67"/>
    <w:rsid w:val="009D605A"/>
    <w:rsid w:val="009E06E0"/>
    <w:rsid w:val="009E2384"/>
    <w:rsid w:val="009E26B1"/>
    <w:rsid w:val="009E27E7"/>
    <w:rsid w:val="009E59FB"/>
    <w:rsid w:val="009F0BC3"/>
    <w:rsid w:val="009F2D82"/>
    <w:rsid w:val="009F4136"/>
    <w:rsid w:val="009F5C77"/>
    <w:rsid w:val="009F76C7"/>
    <w:rsid w:val="00A018F7"/>
    <w:rsid w:val="00A0392E"/>
    <w:rsid w:val="00A03F60"/>
    <w:rsid w:val="00A0409F"/>
    <w:rsid w:val="00A04D48"/>
    <w:rsid w:val="00A06051"/>
    <w:rsid w:val="00A0799A"/>
    <w:rsid w:val="00A11172"/>
    <w:rsid w:val="00A11C90"/>
    <w:rsid w:val="00A14A3A"/>
    <w:rsid w:val="00A167A5"/>
    <w:rsid w:val="00A178A9"/>
    <w:rsid w:val="00A179A5"/>
    <w:rsid w:val="00A2386C"/>
    <w:rsid w:val="00A23E43"/>
    <w:rsid w:val="00A2486D"/>
    <w:rsid w:val="00A26B18"/>
    <w:rsid w:val="00A2740A"/>
    <w:rsid w:val="00A309D0"/>
    <w:rsid w:val="00A30EAE"/>
    <w:rsid w:val="00A317A7"/>
    <w:rsid w:val="00A31E58"/>
    <w:rsid w:val="00A32B10"/>
    <w:rsid w:val="00A34D69"/>
    <w:rsid w:val="00A36FA5"/>
    <w:rsid w:val="00A4755F"/>
    <w:rsid w:val="00A47C89"/>
    <w:rsid w:val="00A56B5D"/>
    <w:rsid w:val="00A615E0"/>
    <w:rsid w:val="00A61964"/>
    <w:rsid w:val="00A63C58"/>
    <w:rsid w:val="00A644FA"/>
    <w:rsid w:val="00A710BB"/>
    <w:rsid w:val="00A74C9F"/>
    <w:rsid w:val="00A75C4D"/>
    <w:rsid w:val="00A76924"/>
    <w:rsid w:val="00A83D12"/>
    <w:rsid w:val="00A85102"/>
    <w:rsid w:val="00A86BD3"/>
    <w:rsid w:val="00A86DE3"/>
    <w:rsid w:val="00A86F81"/>
    <w:rsid w:val="00A908B2"/>
    <w:rsid w:val="00A92918"/>
    <w:rsid w:val="00A9370A"/>
    <w:rsid w:val="00A963E2"/>
    <w:rsid w:val="00A966CE"/>
    <w:rsid w:val="00A97A94"/>
    <w:rsid w:val="00AA09BC"/>
    <w:rsid w:val="00AA3EED"/>
    <w:rsid w:val="00AA6888"/>
    <w:rsid w:val="00AB10DC"/>
    <w:rsid w:val="00AB3AC2"/>
    <w:rsid w:val="00AB79FE"/>
    <w:rsid w:val="00AB7D58"/>
    <w:rsid w:val="00AC044E"/>
    <w:rsid w:val="00AC0693"/>
    <w:rsid w:val="00AC232D"/>
    <w:rsid w:val="00AC51A0"/>
    <w:rsid w:val="00AC7B82"/>
    <w:rsid w:val="00AD4CE5"/>
    <w:rsid w:val="00AD5CA8"/>
    <w:rsid w:val="00AD6F21"/>
    <w:rsid w:val="00AD7319"/>
    <w:rsid w:val="00AE0F60"/>
    <w:rsid w:val="00AE154E"/>
    <w:rsid w:val="00AE163B"/>
    <w:rsid w:val="00AE39B6"/>
    <w:rsid w:val="00AE45F1"/>
    <w:rsid w:val="00AE49FB"/>
    <w:rsid w:val="00AE6775"/>
    <w:rsid w:val="00AE6822"/>
    <w:rsid w:val="00AE6D4F"/>
    <w:rsid w:val="00AF0176"/>
    <w:rsid w:val="00AF05D3"/>
    <w:rsid w:val="00AF1287"/>
    <w:rsid w:val="00AF5667"/>
    <w:rsid w:val="00AF5DE6"/>
    <w:rsid w:val="00AF7FCC"/>
    <w:rsid w:val="00B04FBD"/>
    <w:rsid w:val="00B0615F"/>
    <w:rsid w:val="00B1055C"/>
    <w:rsid w:val="00B117B8"/>
    <w:rsid w:val="00B12D51"/>
    <w:rsid w:val="00B12F0F"/>
    <w:rsid w:val="00B145FF"/>
    <w:rsid w:val="00B151A0"/>
    <w:rsid w:val="00B20F13"/>
    <w:rsid w:val="00B21061"/>
    <w:rsid w:val="00B22C41"/>
    <w:rsid w:val="00B23CF6"/>
    <w:rsid w:val="00B260A8"/>
    <w:rsid w:val="00B27C35"/>
    <w:rsid w:val="00B27C8C"/>
    <w:rsid w:val="00B305B3"/>
    <w:rsid w:val="00B3126A"/>
    <w:rsid w:val="00B32623"/>
    <w:rsid w:val="00B32A82"/>
    <w:rsid w:val="00B338A3"/>
    <w:rsid w:val="00B3545F"/>
    <w:rsid w:val="00B3784A"/>
    <w:rsid w:val="00B42302"/>
    <w:rsid w:val="00B4235C"/>
    <w:rsid w:val="00B43E8F"/>
    <w:rsid w:val="00B457BC"/>
    <w:rsid w:val="00B45AC8"/>
    <w:rsid w:val="00B50059"/>
    <w:rsid w:val="00B50526"/>
    <w:rsid w:val="00B53CF7"/>
    <w:rsid w:val="00B545E0"/>
    <w:rsid w:val="00B55784"/>
    <w:rsid w:val="00B56382"/>
    <w:rsid w:val="00B567EA"/>
    <w:rsid w:val="00B57A9D"/>
    <w:rsid w:val="00B614A6"/>
    <w:rsid w:val="00B62F6C"/>
    <w:rsid w:val="00B64AB2"/>
    <w:rsid w:val="00B656B5"/>
    <w:rsid w:val="00B66882"/>
    <w:rsid w:val="00B702D2"/>
    <w:rsid w:val="00B706FF"/>
    <w:rsid w:val="00B74BDE"/>
    <w:rsid w:val="00B772F2"/>
    <w:rsid w:val="00B77653"/>
    <w:rsid w:val="00B813E5"/>
    <w:rsid w:val="00B828D0"/>
    <w:rsid w:val="00B8514F"/>
    <w:rsid w:val="00B876EF"/>
    <w:rsid w:val="00B87901"/>
    <w:rsid w:val="00B90194"/>
    <w:rsid w:val="00B9533B"/>
    <w:rsid w:val="00BA0078"/>
    <w:rsid w:val="00BA2871"/>
    <w:rsid w:val="00BA3C74"/>
    <w:rsid w:val="00BA45B3"/>
    <w:rsid w:val="00BA5E6F"/>
    <w:rsid w:val="00BA6E10"/>
    <w:rsid w:val="00BB075B"/>
    <w:rsid w:val="00BB10C9"/>
    <w:rsid w:val="00BB4502"/>
    <w:rsid w:val="00BB45F7"/>
    <w:rsid w:val="00BB56A5"/>
    <w:rsid w:val="00BB6773"/>
    <w:rsid w:val="00BB6B96"/>
    <w:rsid w:val="00BC1BA3"/>
    <w:rsid w:val="00BC1DF8"/>
    <w:rsid w:val="00BC4FA8"/>
    <w:rsid w:val="00BC64A9"/>
    <w:rsid w:val="00BC67EF"/>
    <w:rsid w:val="00BC7A31"/>
    <w:rsid w:val="00BD0408"/>
    <w:rsid w:val="00BD1F9C"/>
    <w:rsid w:val="00BD1FC2"/>
    <w:rsid w:val="00BD3459"/>
    <w:rsid w:val="00BD3DC6"/>
    <w:rsid w:val="00BD45D7"/>
    <w:rsid w:val="00BD5550"/>
    <w:rsid w:val="00BE0180"/>
    <w:rsid w:val="00BF05DC"/>
    <w:rsid w:val="00BF0860"/>
    <w:rsid w:val="00BF10D5"/>
    <w:rsid w:val="00BF6883"/>
    <w:rsid w:val="00C00A29"/>
    <w:rsid w:val="00C03B0B"/>
    <w:rsid w:val="00C045D5"/>
    <w:rsid w:val="00C04883"/>
    <w:rsid w:val="00C0590F"/>
    <w:rsid w:val="00C07CD7"/>
    <w:rsid w:val="00C07ED6"/>
    <w:rsid w:val="00C10849"/>
    <w:rsid w:val="00C11FA2"/>
    <w:rsid w:val="00C12F34"/>
    <w:rsid w:val="00C149DB"/>
    <w:rsid w:val="00C1726C"/>
    <w:rsid w:val="00C17FC0"/>
    <w:rsid w:val="00C246AA"/>
    <w:rsid w:val="00C30C8F"/>
    <w:rsid w:val="00C329D1"/>
    <w:rsid w:val="00C335AF"/>
    <w:rsid w:val="00C348D0"/>
    <w:rsid w:val="00C36280"/>
    <w:rsid w:val="00C37170"/>
    <w:rsid w:val="00C407EC"/>
    <w:rsid w:val="00C45410"/>
    <w:rsid w:val="00C45BDD"/>
    <w:rsid w:val="00C50A05"/>
    <w:rsid w:val="00C52665"/>
    <w:rsid w:val="00C52908"/>
    <w:rsid w:val="00C52E40"/>
    <w:rsid w:val="00C53E0F"/>
    <w:rsid w:val="00C54176"/>
    <w:rsid w:val="00C577F7"/>
    <w:rsid w:val="00C60E24"/>
    <w:rsid w:val="00C60EF7"/>
    <w:rsid w:val="00C62F81"/>
    <w:rsid w:val="00C65579"/>
    <w:rsid w:val="00C65EA8"/>
    <w:rsid w:val="00C70129"/>
    <w:rsid w:val="00C73C13"/>
    <w:rsid w:val="00C73E5E"/>
    <w:rsid w:val="00C74E3E"/>
    <w:rsid w:val="00C7558D"/>
    <w:rsid w:val="00C761C7"/>
    <w:rsid w:val="00C82AEC"/>
    <w:rsid w:val="00C84F25"/>
    <w:rsid w:val="00C9041D"/>
    <w:rsid w:val="00C92F79"/>
    <w:rsid w:val="00C93DD5"/>
    <w:rsid w:val="00C96ECE"/>
    <w:rsid w:val="00C97D11"/>
    <w:rsid w:val="00CA1426"/>
    <w:rsid w:val="00CA1CF8"/>
    <w:rsid w:val="00CA364D"/>
    <w:rsid w:val="00CA6239"/>
    <w:rsid w:val="00CA6C3C"/>
    <w:rsid w:val="00CB09FD"/>
    <w:rsid w:val="00CB1AAF"/>
    <w:rsid w:val="00CB40C3"/>
    <w:rsid w:val="00CB5DEF"/>
    <w:rsid w:val="00CB62A7"/>
    <w:rsid w:val="00CB7802"/>
    <w:rsid w:val="00CB798D"/>
    <w:rsid w:val="00CC05DE"/>
    <w:rsid w:val="00CC1231"/>
    <w:rsid w:val="00CC4844"/>
    <w:rsid w:val="00CD0EB6"/>
    <w:rsid w:val="00CD238D"/>
    <w:rsid w:val="00CD5542"/>
    <w:rsid w:val="00CD664A"/>
    <w:rsid w:val="00CE04AE"/>
    <w:rsid w:val="00CE083A"/>
    <w:rsid w:val="00CE1F50"/>
    <w:rsid w:val="00CE231E"/>
    <w:rsid w:val="00CE2D8E"/>
    <w:rsid w:val="00CE67CB"/>
    <w:rsid w:val="00CE7404"/>
    <w:rsid w:val="00CE7B86"/>
    <w:rsid w:val="00CF6D55"/>
    <w:rsid w:val="00D00021"/>
    <w:rsid w:val="00D00D9F"/>
    <w:rsid w:val="00D01D6E"/>
    <w:rsid w:val="00D02E52"/>
    <w:rsid w:val="00D04EC3"/>
    <w:rsid w:val="00D055DC"/>
    <w:rsid w:val="00D05CAD"/>
    <w:rsid w:val="00D10469"/>
    <w:rsid w:val="00D10748"/>
    <w:rsid w:val="00D109CC"/>
    <w:rsid w:val="00D10D74"/>
    <w:rsid w:val="00D1107A"/>
    <w:rsid w:val="00D11533"/>
    <w:rsid w:val="00D1327E"/>
    <w:rsid w:val="00D153AA"/>
    <w:rsid w:val="00D153B5"/>
    <w:rsid w:val="00D15770"/>
    <w:rsid w:val="00D17280"/>
    <w:rsid w:val="00D203D0"/>
    <w:rsid w:val="00D22AA5"/>
    <w:rsid w:val="00D23015"/>
    <w:rsid w:val="00D23016"/>
    <w:rsid w:val="00D24434"/>
    <w:rsid w:val="00D24D72"/>
    <w:rsid w:val="00D2794B"/>
    <w:rsid w:val="00D27F8E"/>
    <w:rsid w:val="00D30A64"/>
    <w:rsid w:val="00D3269B"/>
    <w:rsid w:val="00D344B6"/>
    <w:rsid w:val="00D37E97"/>
    <w:rsid w:val="00D44174"/>
    <w:rsid w:val="00D456C7"/>
    <w:rsid w:val="00D45944"/>
    <w:rsid w:val="00D46AEA"/>
    <w:rsid w:val="00D471A9"/>
    <w:rsid w:val="00D50725"/>
    <w:rsid w:val="00D5445C"/>
    <w:rsid w:val="00D5452C"/>
    <w:rsid w:val="00D54A79"/>
    <w:rsid w:val="00D55C52"/>
    <w:rsid w:val="00D55EC7"/>
    <w:rsid w:val="00D5669D"/>
    <w:rsid w:val="00D616D7"/>
    <w:rsid w:val="00D639FA"/>
    <w:rsid w:val="00D6583B"/>
    <w:rsid w:val="00D6759C"/>
    <w:rsid w:val="00D678B2"/>
    <w:rsid w:val="00D700C3"/>
    <w:rsid w:val="00D72107"/>
    <w:rsid w:val="00D7395D"/>
    <w:rsid w:val="00D74E42"/>
    <w:rsid w:val="00D752A6"/>
    <w:rsid w:val="00D813A9"/>
    <w:rsid w:val="00D862FD"/>
    <w:rsid w:val="00D92387"/>
    <w:rsid w:val="00D9536E"/>
    <w:rsid w:val="00D95D72"/>
    <w:rsid w:val="00D9642D"/>
    <w:rsid w:val="00D96E59"/>
    <w:rsid w:val="00D976DD"/>
    <w:rsid w:val="00DA2C4A"/>
    <w:rsid w:val="00DA492A"/>
    <w:rsid w:val="00DA5E12"/>
    <w:rsid w:val="00DA6F2A"/>
    <w:rsid w:val="00DB10A4"/>
    <w:rsid w:val="00DB1235"/>
    <w:rsid w:val="00DB1C4A"/>
    <w:rsid w:val="00DB43BF"/>
    <w:rsid w:val="00DB474E"/>
    <w:rsid w:val="00DC0139"/>
    <w:rsid w:val="00DC0643"/>
    <w:rsid w:val="00DC3CD8"/>
    <w:rsid w:val="00DD38FC"/>
    <w:rsid w:val="00DD3CE6"/>
    <w:rsid w:val="00DD3EEA"/>
    <w:rsid w:val="00DD717F"/>
    <w:rsid w:val="00DD7CAE"/>
    <w:rsid w:val="00DE0662"/>
    <w:rsid w:val="00DE097A"/>
    <w:rsid w:val="00DE3694"/>
    <w:rsid w:val="00DE37EF"/>
    <w:rsid w:val="00DE45EA"/>
    <w:rsid w:val="00DE57E2"/>
    <w:rsid w:val="00DE6078"/>
    <w:rsid w:val="00DE74A2"/>
    <w:rsid w:val="00DF1500"/>
    <w:rsid w:val="00DF2DB8"/>
    <w:rsid w:val="00DF4A0D"/>
    <w:rsid w:val="00DF4AD3"/>
    <w:rsid w:val="00DF4E75"/>
    <w:rsid w:val="00DF6BCD"/>
    <w:rsid w:val="00DF798B"/>
    <w:rsid w:val="00E0094C"/>
    <w:rsid w:val="00E0151B"/>
    <w:rsid w:val="00E02253"/>
    <w:rsid w:val="00E04522"/>
    <w:rsid w:val="00E07C7E"/>
    <w:rsid w:val="00E112D5"/>
    <w:rsid w:val="00E155E2"/>
    <w:rsid w:val="00E15C0E"/>
    <w:rsid w:val="00E16381"/>
    <w:rsid w:val="00E16528"/>
    <w:rsid w:val="00E172B3"/>
    <w:rsid w:val="00E205D4"/>
    <w:rsid w:val="00E20769"/>
    <w:rsid w:val="00E212BA"/>
    <w:rsid w:val="00E216F0"/>
    <w:rsid w:val="00E24F68"/>
    <w:rsid w:val="00E26601"/>
    <w:rsid w:val="00E308CC"/>
    <w:rsid w:val="00E31CA6"/>
    <w:rsid w:val="00E3238A"/>
    <w:rsid w:val="00E36E06"/>
    <w:rsid w:val="00E41B85"/>
    <w:rsid w:val="00E44222"/>
    <w:rsid w:val="00E4522B"/>
    <w:rsid w:val="00E4769E"/>
    <w:rsid w:val="00E51914"/>
    <w:rsid w:val="00E519C4"/>
    <w:rsid w:val="00E52554"/>
    <w:rsid w:val="00E53F6E"/>
    <w:rsid w:val="00E54168"/>
    <w:rsid w:val="00E54794"/>
    <w:rsid w:val="00E561F7"/>
    <w:rsid w:val="00E6651D"/>
    <w:rsid w:val="00E701A3"/>
    <w:rsid w:val="00E719CE"/>
    <w:rsid w:val="00E72264"/>
    <w:rsid w:val="00E725F7"/>
    <w:rsid w:val="00E741C1"/>
    <w:rsid w:val="00E743BC"/>
    <w:rsid w:val="00E80FE7"/>
    <w:rsid w:val="00E832C5"/>
    <w:rsid w:val="00E83E7D"/>
    <w:rsid w:val="00E854F2"/>
    <w:rsid w:val="00E85B70"/>
    <w:rsid w:val="00E85E48"/>
    <w:rsid w:val="00E86633"/>
    <w:rsid w:val="00E90443"/>
    <w:rsid w:val="00E924AC"/>
    <w:rsid w:val="00E952F2"/>
    <w:rsid w:val="00E95F45"/>
    <w:rsid w:val="00E96493"/>
    <w:rsid w:val="00E97D77"/>
    <w:rsid w:val="00EA3D74"/>
    <w:rsid w:val="00EB094B"/>
    <w:rsid w:val="00EB2DE4"/>
    <w:rsid w:val="00EB4AAC"/>
    <w:rsid w:val="00EC2D21"/>
    <w:rsid w:val="00EC3895"/>
    <w:rsid w:val="00EC38F3"/>
    <w:rsid w:val="00EC54FE"/>
    <w:rsid w:val="00EC6DC6"/>
    <w:rsid w:val="00EC71D7"/>
    <w:rsid w:val="00EC72B3"/>
    <w:rsid w:val="00ED155A"/>
    <w:rsid w:val="00ED26F6"/>
    <w:rsid w:val="00ED3A37"/>
    <w:rsid w:val="00ED4E61"/>
    <w:rsid w:val="00ED686B"/>
    <w:rsid w:val="00ED7987"/>
    <w:rsid w:val="00EE1C97"/>
    <w:rsid w:val="00EE1F14"/>
    <w:rsid w:val="00EE33C7"/>
    <w:rsid w:val="00EF1B36"/>
    <w:rsid w:val="00EF3169"/>
    <w:rsid w:val="00EF5836"/>
    <w:rsid w:val="00EF5BCB"/>
    <w:rsid w:val="00EF78A3"/>
    <w:rsid w:val="00F00BC1"/>
    <w:rsid w:val="00F01CFB"/>
    <w:rsid w:val="00F05BDE"/>
    <w:rsid w:val="00F05CAA"/>
    <w:rsid w:val="00F06932"/>
    <w:rsid w:val="00F07A0E"/>
    <w:rsid w:val="00F10245"/>
    <w:rsid w:val="00F115BF"/>
    <w:rsid w:val="00F117D4"/>
    <w:rsid w:val="00F12924"/>
    <w:rsid w:val="00F13E1E"/>
    <w:rsid w:val="00F149D6"/>
    <w:rsid w:val="00F15CDE"/>
    <w:rsid w:val="00F1694D"/>
    <w:rsid w:val="00F22415"/>
    <w:rsid w:val="00F22931"/>
    <w:rsid w:val="00F27274"/>
    <w:rsid w:val="00F30C78"/>
    <w:rsid w:val="00F32FA7"/>
    <w:rsid w:val="00F32FE0"/>
    <w:rsid w:val="00F3530C"/>
    <w:rsid w:val="00F361FC"/>
    <w:rsid w:val="00F40966"/>
    <w:rsid w:val="00F42578"/>
    <w:rsid w:val="00F42FA1"/>
    <w:rsid w:val="00F44820"/>
    <w:rsid w:val="00F45223"/>
    <w:rsid w:val="00F50D6D"/>
    <w:rsid w:val="00F51EED"/>
    <w:rsid w:val="00F54F6A"/>
    <w:rsid w:val="00F578D4"/>
    <w:rsid w:val="00F60060"/>
    <w:rsid w:val="00F61BC0"/>
    <w:rsid w:val="00F62ED5"/>
    <w:rsid w:val="00F70509"/>
    <w:rsid w:val="00F70E51"/>
    <w:rsid w:val="00F713C3"/>
    <w:rsid w:val="00F71928"/>
    <w:rsid w:val="00F731B6"/>
    <w:rsid w:val="00F75F48"/>
    <w:rsid w:val="00F76D2D"/>
    <w:rsid w:val="00F812D3"/>
    <w:rsid w:val="00F82309"/>
    <w:rsid w:val="00F85DBE"/>
    <w:rsid w:val="00F86694"/>
    <w:rsid w:val="00F9054A"/>
    <w:rsid w:val="00F93805"/>
    <w:rsid w:val="00F93DF1"/>
    <w:rsid w:val="00F93F74"/>
    <w:rsid w:val="00F95772"/>
    <w:rsid w:val="00F969C0"/>
    <w:rsid w:val="00FA10D2"/>
    <w:rsid w:val="00FA1676"/>
    <w:rsid w:val="00FA358B"/>
    <w:rsid w:val="00FA409B"/>
    <w:rsid w:val="00FA4B3B"/>
    <w:rsid w:val="00FB0307"/>
    <w:rsid w:val="00FB1D67"/>
    <w:rsid w:val="00FB1D7B"/>
    <w:rsid w:val="00FB2258"/>
    <w:rsid w:val="00FB2914"/>
    <w:rsid w:val="00FB4645"/>
    <w:rsid w:val="00FB4661"/>
    <w:rsid w:val="00FB5C3D"/>
    <w:rsid w:val="00FB5CEA"/>
    <w:rsid w:val="00FB5DA1"/>
    <w:rsid w:val="00FB6526"/>
    <w:rsid w:val="00FB6EEB"/>
    <w:rsid w:val="00FB7229"/>
    <w:rsid w:val="00FC1C3B"/>
    <w:rsid w:val="00FC2494"/>
    <w:rsid w:val="00FC27DE"/>
    <w:rsid w:val="00FC2EE5"/>
    <w:rsid w:val="00FC4995"/>
    <w:rsid w:val="00FC4D15"/>
    <w:rsid w:val="00FC6AB4"/>
    <w:rsid w:val="00FC7902"/>
    <w:rsid w:val="00FD085E"/>
    <w:rsid w:val="00FD0D26"/>
    <w:rsid w:val="00FD23A1"/>
    <w:rsid w:val="00FD24CC"/>
    <w:rsid w:val="00FD2762"/>
    <w:rsid w:val="00FD6AAB"/>
    <w:rsid w:val="00FE1DAB"/>
    <w:rsid w:val="00FE2998"/>
    <w:rsid w:val="00FE4514"/>
    <w:rsid w:val="00FE5E45"/>
    <w:rsid w:val="00FE68E3"/>
    <w:rsid w:val="00FE72AE"/>
    <w:rsid w:val="00FF0817"/>
    <w:rsid w:val="00FF1298"/>
    <w:rsid w:val="00FF13DB"/>
    <w:rsid w:val="00FF37D6"/>
    <w:rsid w:val="00FF445A"/>
    <w:rsid w:val="00FF6207"/>
    <w:rsid w:val="00FF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317A7"/>
    <w:pPr>
      <w:widowControl w:val="0"/>
    </w:pPr>
  </w:style>
  <w:style w:type="paragraph" w:styleId="1">
    <w:name w:val="heading 1"/>
    <w:basedOn w:val="a0"/>
    <w:next w:val="a0"/>
    <w:qFormat/>
    <w:rsid w:val="00A317A7"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A317A7"/>
    <w:pPr>
      <w:keepNext/>
      <w:widowControl/>
      <w:outlineLvl w:val="1"/>
    </w:pPr>
    <w:rPr>
      <w:sz w:val="24"/>
    </w:rPr>
  </w:style>
  <w:style w:type="paragraph" w:styleId="3">
    <w:name w:val="heading 3"/>
    <w:basedOn w:val="a0"/>
    <w:next w:val="a0"/>
    <w:qFormat/>
    <w:rsid w:val="00A317A7"/>
    <w:pPr>
      <w:keepNext/>
      <w:widowControl/>
      <w:jc w:val="center"/>
      <w:outlineLvl w:val="2"/>
    </w:pPr>
    <w:rPr>
      <w:b/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semiHidden/>
    <w:rsid w:val="00A317A7"/>
    <w:rPr>
      <w:sz w:val="20"/>
    </w:rPr>
  </w:style>
  <w:style w:type="paragraph" w:styleId="a4">
    <w:name w:val="header"/>
    <w:basedOn w:val="a0"/>
    <w:rsid w:val="00A317A7"/>
    <w:pPr>
      <w:tabs>
        <w:tab w:val="center" w:pos="4153"/>
        <w:tab w:val="right" w:pos="8306"/>
      </w:tabs>
    </w:pPr>
  </w:style>
  <w:style w:type="paragraph" w:styleId="a5">
    <w:name w:val="footer"/>
    <w:basedOn w:val="a0"/>
    <w:rsid w:val="00A317A7"/>
    <w:pPr>
      <w:tabs>
        <w:tab w:val="center" w:pos="4153"/>
        <w:tab w:val="right" w:pos="8306"/>
      </w:tabs>
    </w:pPr>
  </w:style>
  <w:style w:type="paragraph" w:styleId="a6">
    <w:name w:val="caption"/>
    <w:basedOn w:val="a0"/>
    <w:next w:val="a0"/>
    <w:qFormat/>
    <w:rsid w:val="00A317A7"/>
    <w:pPr>
      <w:widowControl/>
      <w:jc w:val="center"/>
    </w:pPr>
    <w:rPr>
      <w:b/>
      <w:sz w:val="40"/>
    </w:rPr>
  </w:style>
  <w:style w:type="paragraph" w:styleId="a7">
    <w:name w:val="Balloon Text"/>
    <w:basedOn w:val="a0"/>
    <w:semiHidden/>
    <w:rsid w:val="00D5445C"/>
    <w:rPr>
      <w:rFonts w:ascii="Tahoma" w:hAnsi="Tahoma" w:cs="Tahoma"/>
      <w:sz w:val="16"/>
      <w:szCs w:val="16"/>
    </w:rPr>
  </w:style>
  <w:style w:type="paragraph" w:customStyle="1" w:styleId="Char">
    <w:name w:val="Char"/>
    <w:basedOn w:val="a0"/>
    <w:rsid w:val="00C62F81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customStyle="1" w:styleId="ConsPlusTitle">
    <w:name w:val="ConsPlusTitle"/>
    <w:rsid w:val="00794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941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7941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941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1"/>
    <w:rsid w:val="00ED686B"/>
  </w:style>
  <w:style w:type="table" w:styleId="a9">
    <w:name w:val="Table Grid"/>
    <w:basedOn w:val="a2"/>
    <w:rsid w:val="001E5FA8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"/>
    <w:basedOn w:val="a0"/>
    <w:rsid w:val="00B3126A"/>
    <w:pPr>
      <w:numPr>
        <w:numId w:val="1"/>
      </w:numPr>
      <w:adjustRightInd w:val="0"/>
      <w:spacing w:after="160" w:line="240" w:lineRule="exact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styleId="30">
    <w:name w:val="Body Text Indent 3"/>
    <w:basedOn w:val="a0"/>
    <w:rsid w:val="00B3126A"/>
    <w:pPr>
      <w:widowControl/>
      <w:ind w:firstLine="720"/>
      <w:jc w:val="both"/>
    </w:pPr>
    <w:rPr>
      <w:sz w:val="28"/>
    </w:rPr>
  </w:style>
  <w:style w:type="paragraph" w:customStyle="1" w:styleId="aa">
    <w:name w:val="Знак Знак Знак Знак Знак Знак Знак Знак Знак"/>
    <w:basedOn w:val="a0"/>
    <w:rsid w:val="00BA45B3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character" w:styleId="ab">
    <w:name w:val="Hyperlink"/>
    <w:basedOn w:val="a1"/>
    <w:rsid w:val="00B338A3"/>
    <w:rPr>
      <w:color w:val="0000FF"/>
      <w:u w:val="single"/>
    </w:rPr>
  </w:style>
  <w:style w:type="paragraph" w:customStyle="1" w:styleId="ac">
    <w:name w:val="Знак Знак Знак"/>
    <w:basedOn w:val="a0"/>
    <w:rsid w:val="00B545E0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customStyle="1" w:styleId="11">
    <w:name w:val="Знак Знак Знак Знак Знак1 Знак Знак Знак Знак Знак Знак"/>
    <w:basedOn w:val="a0"/>
    <w:rsid w:val="00B545E0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customStyle="1" w:styleId="ad">
    <w:name w:val="Знак"/>
    <w:basedOn w:val="a0"/>
    <w:rsid w:val="00C96ECE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styleId="ae">
    <w:name w:val="List Paragraph"/>
    <w:basedOn w:val="a0"/>
    <w:uiPriority w:val="34"/>
    <w:qFormat/>
    <w:rsid w:val="002E04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317A7"/>
    <w:pPr>
      <w:widowControl w:val="0"/>
    </w:pPr>
  </w:style>
  <w:style w:type="paragraph" w:styleId="1">
    <w:name w:val="heading 1"/>
    <w:basedOn w:val="a0"/>
    <w:next w:val="a0"/>
    <w:qFormat/>
    <w:rsid w:val="00A317A7"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A317A7"/>
    <w:pPr>
      <w:keepNext/>
      <w:widowControl/>
      <w:outlineLvl w:val="1"/>
    </w:pPr>
    <w:rPr>
      <w:sz w:val="24"/>
    </w:rPr>
  </w:style>
  <w:style w:type="paragraph" w:styleId="3">
    <w:name w:val="heading 3"/>
    <w:basedOn w:val="a0"/>
    <w:next w:val="a0"/>
    <w:qFormat/>
    <w:rsid w:val="00A317A7"/>
    <w:pPr>
      <w:keepNext/>
      <w:widowControl/>
      <w:jc w:val="center"/>
      <w:outlineLvl w:val="2"/>
    </w:pPr>
    <w:rPr>
      <w:b/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semiHidden/>
    <w:rsid w:val="00A317A7"/>
    <w:rPr>
      <w:sz w:val="20"/>
    </w:rPr>
  </w:style>
  <w:style w:type="paragraph" w:styleId="a4">
    <w:name w:val="header"/>
    <w:basedOn w:val="a0"/>
    <w:rsid w:val="00A317A7"/>
    <w:pPr>
      <w:tabs>
        <w:tab w:val="center" w:pos="4153"/>
        <w:tab w:val="right" w:pos="8306"/>
      </w:tabs>
    </w:pPr>
  </w:style>
  <w:style w:type="paragraph" w:styleId="a5">
    <w:name w:val="footer"/>
    <w:basedOn w:val="a0"/>
    <w:rsid w:val="00A317A7"/>
    <w:pPr>
      <w:tabs>
        <w:tab w:val="center" w:pos="4153"/>
        <w:tab w:val="right" w:pos="8306"/>
      </w:tabs>
    </w:pPr>
  </w:style>
  <w:style w:type="paragraph" w:styleId="a6">
    <w:name w:val="caption"/>
    <w:basedOn w:val="a0"/>
    <w:next w:val="a0"/>
    <w:qFormat/>
    <w:rsid w:val="00A317A7"/>
    <w:pPr>
      <w:widowControl/>
      <w:jc w:val="center"/>
    </w:pPr>
    <w:rPr>
      <w:b/>
      <w:sz w:val="40"/>
    </w:rPr>
  </w:style>
  <w:style w:type="paragraph" w:styleId="a7">
    <w:name w:val="Balloon Text"/>
    <w:basedOn w:val="a0"/>
    <w:semiHidden/>
    <w:rsid w:val="00D5445C"/>
    <w:rPr>
      <w:rFonts w:ascii="Tahoma" w:hAnsi="Tahoma" w:cs="Tahoma"/>
      <w:sz w:val="16"/>
      <w:szCs w:val="16"/>
    </w:rPr>
  </w:style>
  <w:style w:type="paragraph" w:customStyle="1" w:styleId="Char">
    <w:name w:val="Char"/>
    <w:basedOn w:val="a0"/>
    <w:rsid w:val="00C62F81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customStyle="1" w:styleId="ConsPlusTitle">
    <w:name w:val="ConsPlusTitle"/>
    <w:rsid w:val="00794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941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7941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941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1"/>
    <w:rsid w:val="00ED686B"/>
  </w:style>
  <w:style w:type="table" w:styleId="a9">
    <w:name w:val="Table Grid"/>
    <w:basedOn w:val="a2"/>
    <w:rsid w:val="001E5FA8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"/>
    <w:basedOn w:val="a0"/>
    <w:rsid w:val="00B3126A"/>
    <w:pPr>
      <w:numPr>
        <w:numId w:val="1"/>
      </w:numPr>
      <w:adjustRightInd w:val="0"/>
      <w:spacing w:after="160" w:line="240" w:lineRule="exact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styleId="30">
    <w:name w:val="Body Text Indent 3"/>
    <w:basedOn w:val="a0"/>
    <w:rsid w:val="00B3126A"/>
    <w:pPr>
      <w:widowControl/>
      <w:ind w:firstLine="720"/>
      <w:jc w:val="both"/>
    </w:pPr>
    <w:rPr>
      <w:sz w:val="28"/>
    </w:rPr>
  </w:style>
  <w:style w:type="paragraph" w:customStyle="1" w:styleId="aa">
    <w:name w:val="Знак Знак Знак Знак Знак Знак Знак Знак Знак"/>
    <w:basedOn w:val="a0"/>
    <w:rsid w:val="00BA45B3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character" w:styleId="ab">
    <w:name w:val="Hyperlink"/>
    <w:basedOn w:val="a1"/>
    <w:rsid w:val="00B338A3"/>
    <w:rPr>
      <w:color w:val="0000FF"/>
      <w:u w:val="single"/>
    </w:rPr>
  </w:style>
  <w:style w:type="paragraph" w:customStyle="1" w:styleId="ac">
    <w:name w:val="Знак Знак Знак"/>
    <w:basedOn w:val="a0"/>
    <w:rsid w:val="00B545E0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customStyle="1" w:styleId="11">
    <w:name w:val="Знак Знак Знак Знак Знак1 Знак Знак Знак Знак Знак Знак"/>
    <w:basedOn w:val="a0"/>
    <w:rsid w:val="00B545E0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customStyle="1" w:styleId="ad">
    <w:name w:val="Знак"/>
    <w:basedOn w:val="a0"/>
    <w:rsid w:val="00C96ECE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styleId="ae">
    <w:name w:val="List Paragraph"/>
    <w:basedOn w:val="a0"/>
    <w:uiPriority w:val="34"/>
    <w:qFormat/>
    <w:rsid w:val="002E04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http://www.heraldik.ru/reg58/58gorodiche_g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nokurovatp\Application%20Data\Microsoft\&#1064;&#1072;&#1073;&#1083;&#1086;&#1085;&#1099;\&#1053;&#1086;&#1074;&#1099;&#1077;%20&#1075;&#1077;&#1088;&#1073;&#1086;&#1074;&#1099;&#1077;%20&#1073;&#1083;&#1072;&#1085;&#1082;&#1080;\&#1055;&#1054;&#1057;&#1058;&#1040;&#1053;&#1054;&#1042;&#1051;&#1045;&#1053;&#1048;&#1045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4FE36-0CA3-4D16-8ECC-1AF2832F7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Elcom Ltd</Company>
  <LinksUpToDate>false</LinksUpToDate>
  <CharactersWithSpaces>2015</CharactersWithSpaces>
  <SharedDoc>false</SharedDoc>
  <HLinks>
    <vt:vector size="18" baseType="variant">
      <vt:variant>
        <vt:i4>6619184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Par1258</vt:lpwstr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http://tarif/</vt:lpwstr>
      </vt:variant>
      <vt:variant>
        <vt:lpwstr/>
      </vt:variant>
      <vt:variant>
        <vt:i4>6815865</vt:i4>
      </vt:variant>
      <vt:variant>
        <vt:i4>0</vt:i4>
      </vt:variant>
      <vt:variant>
        <vt:i4>0</vt:i4>
      </vt:variant>
      <vt:variant>
        <vt:i4>5</vt:i4>
      </vt:variant>
      <vt:variant>
        <vt:lpwstr>http://pnz.gks.ru/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Винокурова</dc:creator>
  <cp:lastModifiedBy>Priemnaya</cp:lastModifiedBy>
  <cp:revision>2</cp:revision>
  <cp:lastPrinted>2017-12-22T13:30:00Z</cp:lastPrinted>
  <dcterms:created xsi:type="dcterms:W3CDTF">2018-12-18T10:50:00Z</dcterms:created>
  <dcterms:modified xsi:type="dcterms:W3CDTF">2018-12-18T10:50:00Z</dcterms:modified>
</cp:coreProperties>
</file>